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52D7" w14:textId="77777777" w:rsidR="00D33E42" w:rsidRDefault="00D33E42" w:rsidP="00A94D49">
      <w:pPr>
        <w:jc w:val="center"/>
        <w:rPr>
          <w:rFonts w:asciiTheme="minorHAnsi" w:hAnsiTheme="minorHAnsi" w:cstheme="minorHAnsi"/>
          <w:b/>
        </w:rPr>
      </w:pPr>
    </w:p>
    <w:p w14:paraId="49171186" w14:textId="77777777" w:rsidR="006F07E0" w:rsidRDefault="006F07E0" w:rsidP="00A94D49">
      <w:pPr>
        <w:jc w:val="center"/>
        <w:rPr>
          <w:rFonts w:asciiTheme="minorHAnsi" w:hAnsiTheme="minorHAnsi" w:cstheme="minorHAnsi"/>
          <w:b/>
        </w:rPr>
      </w:pPr>
    </w:p>
    <w:p w14:paraId="49E5F6C6" w14:textId="0263B4FA" w:rsidR="00FD302B" w:rsidRPr="00981026" w:rsidRDefault="00FD302B" w:rsidP="00A94D49">
      <w:pPr>
        <w:jc w:val="center"/>
        <w:rPr>
          <w:rFonts w:asciiTheme="minorHAnsi" w:hAnsiTheme="minorHAnsi" w:cstheme="minorHAnsi"/>
          <w:b/>
        </w:rPr>
      </w:pPr>
      <w:r w:rsidRPr="00981026">
        <w:rPr>
          <w:rFonts w:asciiTheme="minorHAnsi" w:hAnsiTheme="minorHAnsi" w:cstheme="minorHAnsi"/>
          <w:b/>
        </w:rPr>
        <w:t xml:space="preserve">STATE OF INDIANA </w:t>
      </w:r>
      <w:bookmarkStart w:id="0" w:name="OLE_LINK1"/>
      <w:bookmarkStart w:id="1" w:name="OLE_LINK2"/>
      <w:r w:rsidRPr="00981026">
        <w:rPr>
          <w:rFonts w:asciiTheme="minorHAnsi" w:hAnsiTheme="minorHAnsi" w:cstheme="minorHAnsi"/>
          <w:b/>
        </w:rPr>
        <w:t>MBE/WBE SUBCONTRACTOR COMMITMENT FORM</w:t>
      </w:r>
      <w:bookmarkEnd w:id="0"/>
      <w:bookmarkEnd w:id="1"/>
    </w:p>
    <w:p w14:paraId="1638D622" w14:textId="77777777" w:rsidR="00120B5D" w:rsidRPr="00981026" w:rsidRDefault="00120B5D" w:rsidP="00FD302B">
      <w:pPr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0"/>
      </w:tblGrid>
      <w:tr w:rsidR="007C6B08" w:rsidRPr="00981026" w14:paraId="2B938B73" w14:textId="77777777" w:rsidTr="575F453D">
        <w:tc>
          <w:tcPr>
            <w:tcW w:w="10800" w:type="dxa"/>
            <w:tcBorders>
              <w:bottom w:val="single" w:sz="4" w:space="0" w:color="auto"/>
            </w:tcBorders>
          </w:tcPr>
          <w:p w14:paraId="1D7BA5C7" w14:textId="316246EE" w:rsidR="007C6B08" w:rsidRPr="00981026" w:rsidRDefault="00A60F58" w:rsidP="575F453D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575F453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RFP</w:t>
            </w:r>
            <w:r w:rsidR="007C6B08" w:rsidRPr="575F453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#</w:t>
            </w:r>
            <w:r w:rsidR="00B061C9" w:rsidRPr="575F453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:</w:t>
            </w:r>
            <w:r w:rsidR="007C6B08" w:rsidRPr="575F453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B662B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24-78769</w:t>
            </w:r>
          </w:p>
        </w:tc>
      </w:tr>
      <w:tr w:rsidR="00120B5D" w:rsidRPr="00981026" w14:paraId="4531685F" w14:textId="77777777" w:rsidTr="575F453D">
        <w:tc>
          <w:tcPr>
            <w:tcW w:w="10800" w:type="dxa"/>
            <w:tcBorders>
              <w:top w:val="single" w:sz="4" w:space="0" w:color="auto"/>
            </w:tcBorders>
          </w:tcPr>
          <w:p w14:paraId="5659918B" w14:textId="77777777" w:rsidR="00120B5D" w:rsidRPr="00981026" w:rsidRDefault="00120B5D" w:rsidP="00120B5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20B5D" w:rsidRPr="00981026" w14:paraId="2BA36E85" w14:textId="77777777" w:rsidTr="575F453D">
        <w:tc>
          <w:tcPr>
            <w:tcW w:w="10800" w:type="dxa"/>
            <w:tcBorders>
              <w:bottom w:val="single" w:sz="4" w:space="0" w:color="auto"/>
            </w:tcBorders>
          </w:tcPr>
          <w:p w14:paraId="4B162558" w14:textId="5A984777" w:rsidR="00120B5D" w:rsidRPr="00981026" w:rsidRDefault="00120B5D" w:rsidP="00FB30ED">
            <w:pPr>
              <w:tabs>
                <w:tab w:val="left" w:pos="390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TOTAL BID AMOUNT:</w:t>
            </w:r>
            <w:r w:rsidR="003A603C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3A603C" w:rsidRPr="003A603C">
              <w:rPr>
                <w:rFonts w:asciiTheme="minorHAnsi" w:hAnsiTheme="minorHAnsi" w:cstheme="minorHAnsi"/>
                <w:bCs/>
                <w:sz w:val="22"/>
              </w:rPr>
              <w:t>$1,730,000.00</w:t>
            </w:r>
          </w:p>
        </w:tc>
      </w:tr>
    </w:tbl>
    <w:p w14:paraId="37D3BE15" w14:textId="77777777" w:rsidR="00120B5D" w:rsidRPr="00981026" w:rsidRDefault="00120B5D" w:rsidP="006C5765">
      <w:pPr>
        <w:ind w:right="720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358"/>
        <w:gridCol w:w="2670"/>
        <w:gridCol w:w="2667"/>
      </w:tblGrid>
      <w:tr w:rsidR="002F493F" w:rsidRPr="00981026" w14:paraId="7813CDFB" w14:textId="77777777" w:rsidTr="35E53F83">
        <w:tc>
          <w:tcPr>
            <w:tcW w:w="5160" w:type="dxa"/>
          </w:tcPr>
          <w:p w14:paraId="512FF655" w14:textId="5479D926" w:rsidR="002F493F" w:rsidRPr="00981026" w:rsidRDefault="00593382" w:rsidP="2553AF4C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49376" behindDoc="0" locked="0" layoutInCell="1" allowOverlap="1" wp14:anchorId="23C373A0" wp14:editId="71F098FA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118745</wp:posOffset>
                      </wp:positionV>
                      <wp:extent cx="4530" cy="360"/>
                      <wp:effectExtent l="38100" t="38100" r="52705" b="38100"/>
                      <wp:wrapNone/>
                      <wp:docPr id="619266633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53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F8C685" id="Ink 40" o:spid="_x0000_s1026" type="#_x0000_t75" style="position:absolute;margin-left:91.2pt;margin-top:8.85pt;width:1.3pt;height:1.0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46304" behindDoc="0" locked="0" layoutInCell="1" allowOverlap="1" wp14:anchorId="12F51E52" wp14:editId="73EA07EF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57150</wp:posOffset>
                      </wp:positionV>
                      <wp:extent cx="52070" cy="64135"/>
                      <wp:effectExtent l="38100" t="38100" r="62230" b="50165"/>
                      <wp:wrapNone/>
                      <wp:docPr id="1790025349" name="Ink 3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2070" cy="641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91800D6" id="Ink 37" o:spid="_x0000_s1026" type="#_x0000_t75" style="position:absolute;margin-left:89pt;margin-top:4pt;width:5.95pt;height: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"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171676F7" wp14:editId="42B21B7B">
                      <wp:simplePos x="0" y="0"/>
                      <wp:positionH relativeFrom="column">
                        <wp:posOffset>1158430</wp:posOffset>
                      </wp:positionH>
                      <wp:positionV relativeFrom="paragraph">
                        <wp:posOffset>103493</wp:posOffset>
                      </wp:positionV>
                      <wp:extent cx="360" cy="360"/>
                      <wp:effectExtent l="57150" t="57150" r="76200" b="76200"/>
                      <wp:wrapNone/>
                      <wp:docPr id="93663182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E23E503" id="Ink 10" o:spid="_x0000_s1026" type="#_x0000_t75" style="position:absolute;margin-left:89.8pt;margin-top:6.75pt;width:2.9pt;height:2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"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9440" behindDoc="0" locked="0" layoutInCell="1" allowOverlap="1" wp14:anchorId="323A09EE" wp14:editId="7E6F0B5A">
                      <wp:simplePos x="0" y="0"/>
                      <wp:positionH relativeFrom="column">
                        <wp:posOffset>1139710</wp:posOffset>
                      </wp:positionH>
                      <wp:positionV relativeFrom="paragraph">
                        <wp:posOffset>69293</wp:posOffset>
                      </wp:positionV>
                      <wp:extent cx="40680" cy="32400"/>
                      <wp:effectExtent l="38100" t="38100" r="35560" b="43815"/>
                      <wp:wrapNone/>
                      <wp:docPr id="2142683344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0680" cy="32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7EF2618" id="Ink 1" o:spid="_x0000_s1026" type="#_x0000_t75" style="position:absolute;margin-left:89.4pt;margin-top:5.1pt;width:3.9pt;height:3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">
                      <v:imagedata r:id="rId18" o:title=""/>
                    </v:shape>
                  </w:pict>
                </mc:Fallback>
              </mc:AlternateContent>
            </w:r>
            <w:r w:rsidR="003A603C"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9B085F0" wp14:editId="3EE54D52">
                      <wp:simplePos x="0" y="0"/>
                      <wp:positionH relativeFrom="column">
                        <wp:posOffset>55818</wp:posOffset>
                      </wp:positionH>
                      <wp:positionV relativeFrom="paragraph">
                        <wp:posOffset>77665</wp:posOffset>
                      </wp:positionV>
                      <wp:extent cx="360" cy="37080"/>
                      <wp:effectExtent l="38100" t="38100" r="38100" b="39370"/>
                      <wp:wrapNone/>
                      <wp:docPr id="1999583960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7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70BDB4" id="Ink 2" o:spid="_x0000_s1026" type="#_x0000_t75" style="position:absolute;margin-left:3.9pt;margin-top:5.6pt;width:1.05pt;height: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">
                      <v:imagedata r:id="rId20" o:title=""/>
                    </v:shape>
                  </w:pict>
                </mc:Fallback>
              </mc:AlternateContent>
            </w:r>
            <w:r w:rsidR="003A603C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691FBE" w:rsidRPr="2553AF4C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</w:t>
            </w:r>
            <w:r w:rsidR="00691FBE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3A603C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MBE</w:t>
            </w:r>
            <w:r w:rsidR="00FD302B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Firm</w:t>
            </w:r>
            <w:r w:rsidR="300C3474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           </w:t>
            </w:r>
            <w:proofErr w:type="gramStart"/>
            <w:r w:rsidR="62EFFA55" w:rsidRPr="2553AF4C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</w:t>
            </w:r>
            <w:r w:rsidR="300C3474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 WBE</w:t>
            </w:r>
            <w:proofErr w:type="gramEnd"/>
            <w:r w:rsidR="00FD302B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Firm</w:t>
            </w:r>
          </w:p>
        </w:tc>
        <w:tc>
          <w:tcPr>
            <w:tcW w:w="360" w:type="dxa"/>
            <w:tcBorders>
              <w:bottom w:val="nil"/>
            </w:tcBorders>
          </w:tcPr>
          <w:p w14:paraId="3809F864" w14:textId="77777777" w:rsidR="002F493F" w:rsidRPr="00981026" w:rsidRDefault="002F493F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718AE22D" w14:textId="77777777" w:rsidR="002F493F" w:rsidRPr="00981026" w:rsidRDefault="002F493F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981026" w14:paraId="03114015" w14:textId="77777777" w:rsidTr="35E53F83">
        <w:tc>
          <w:tcPr>
            <w:tcW w:w="5160" w:type="dxa"/>
            <w:vMerge w:val="restart"/>
          </w:tcPr>
          <w:p w14:paraId="2AD21D48" w14:textId="7E243CCE" w:rsidR="00AD6963" w:rsidRPr="00981026" w:rsidRDefault="00AD6963" w:rsidP="00691FB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Media Mix Advertising, Inc.</w:t>
            </w:r>
          </w:p>
        </w:tc>
        <w:tc>
          <w:tcPr>
            <w:tcW w:w="360" w:type="dxa"/>
            <w:tcBorders>
              <w:bottom w:val="nil"/>
            </w:tcBorders>
          </w:tcPr>
          <w:p w14:paraId="59BA19D0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537D256A" w14:textId="79B0B5CF" w:rsidR="00AD6963" w:rsidRPr="0078285D" w:rsidRDefault="002F493F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Contact Person: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Ginger Happe</w:t>
            </w:r>
          </w:p>
        </w:tc>
      </w:tr>
      <w:tr w:rsidR="00AD6963" w:rsidRPr="00981026" w14:paraId="36BDEDE8" w14:textId="77777777" w:rsidTr="35E53F83">
        <w:tc>
          <w:tcPr>
            <w:tcW w:w="5160" w:type="dxa"/>
            <w:vMerge/>
          </w:tcPr>
          <w:p w14:paraId="47D420AC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FF6456C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15D21009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981026" w14:paraId="02670723" w14:textId="77777777" w:rsidTr="35E53F83">
        <w:tc>
          <w:tcPr>
            <w:tcW w:w="5160" w:type="dxa"/>
            <w:vMerge w:val="restart"/>
            <w:shd w:val="clear" w:color="auto" w:fill="auto"/>
          </w:tcPr>
          <w:p w14:paraId="344DF962" w14:textId="5CA86382" w:rsidR="00AD6963" w:rsidRDefault="00AD6963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Address:</w:t>
            </w:r>
            <w:r w:rsidR="0075051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4630 Bayard Park Road</w:t>
            </w:r>
          </w:p>
          <w:p w14:paraId="2F5C9F72" w14:textId="0E850458" w:rsidR="00750518" w:rsidRPr="00750518" w:rsidRDefault="00691FBE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                 Evansville</w:t>
            </w:r>
            <w:r w:rsidR="00750518">
              <w:rPr>
                <w:rFonts w:asciiTheme="minorHAnsi" w:hAnsiTheme="minorHAnsi" w:cstheme="minorHAnsi"/>
                <w:bCs/>
                <w:sz w:val="22"/>
              </w:rPr>
              <w:t>, IN 4</w:t>
            </w:r>
            <w:r>
              <w:rPr>
                <w:rFonts w:asciiTheme="minorHAnsi" w:hAnsiTheme="minorHAnsi" w:cstheme="minorHAnsi"/>
                <w:bCs/>
                <w:sz w:val="22"/>
              </w:rPr>
              <w:t>7714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F5D9ACE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150881C4" w14:textId="1EC1BC9C" w:rsidR="00AD6963" w:rsidRPr="0078285D" w:rsidRDefault="00AD6963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E-mail: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ginger@mediamix1.com</w:t>
            </w:r>
          </w:p>
        </w:tc>
      </w:tr>
      <w:tr w:rsidR="00AD6963" w:rsidRPr="00981026" w14:paraId="3BA6C88C" w14:textId="77777777" w:rsidTr="35E53F83">
        <w:tc>
          <w:tcPr>
            <w:tcW w:w="5160" w:type="dxa"/>
            <w:vMerge/>
          </w:tcPr>
          <w:p w14:paraId="45896F67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4483AA45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0A280079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B1FB2" w:rsidRPr="00981026" w14:paraId="4A74C1BD" w14:textId="77777777" w:rsidTr="35E53F83">
        <w:tc>
          <w:tcPr>
            <w:tcW w:w="5160" w:type="dxa"/>
            <w:vMerge/>
          </w:tcPr>
          <w:p w14:paraId="08686B3E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8E6EED5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3E653BE5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4CB783DA" w14:textId="1D483BEF" w:rsidR="00AB1FB2" w:rsidRPr="0078285D" w:rsidRDefault="00AB1FB2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gramStart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(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812</w:t>
            </w:r>
            <w:proofErr w:type="gramEnd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 )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8285D">
              <w:rPr>
                <w:rFonts w:asciiTheme="minorHAnsi" w:hAnsiTheme="minorHAnsi" w:cstheme="minorHAnsi"/>
                <w:bCs/>
                <w:sz w:val="22"/>
              </w:rPr>
              <w:t>47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3-0600</w:t>
            </w:r>
          </w:p>
        </w:tc>
        <w:tc>
          <w:tcPr>
            <w:tcW w:w="2694" w:type="dxa"/>
            <w:vMerge w:val="restart"/>
          </w:tcPr>
          <w:p w14:paraId="374A1CDC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3141F585" w14:textId="51552E5B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gramStart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( </w:t>
            </w:r>
            <w:r w:rsidR="009F476A" w:rsidRPr="009F476A">
              <w:rPr>
                <w:rFonts w:asciiTheme="minorHAnsi" w:hAnsiTheme="minorHAnsi" w:cstheme="minorHAnsi"/>
                <w:bCs/>
                <w:sz w:val="22"/>
              </w:rPr>
              <w:t>812</w:t>
            </w:r>
            <w:proofErr w:type="gramEnd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 )</w:t>
            </w:r>
            <w:r w:rsidR="009F476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9F476A" w:rsidRPr="009F476A">
              <w:rPr>
                <w:rFonts w:asciiTheme="minorHAnsi" w:hAnsiTheme="minorHAnsi" w:cstheme="minorHAnsi"/>
                <w:bCs/>
                <w:sz w:val="22"/>
              </w:rPr>
              <w:t>473-8774</w:t>
            </w:r>
          </w:p>
        </w:tc>
      </w:tr>
      <w:tr w:rsidR="00AB1FB2" w:rsidRPr="00981026" w14:paraId="4D64833B" w14:textId="77777777" w:rsidTr="35E53F83">
        <w:tc>
          <w:tcPr>
            <w:tcW w:w="5160" w:type="dxa"/>
            <w:vMerge/>
          </w:tcPr>
          <w:p w14:paraId="7C394201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3BA6121B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6D116574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4F6E1690" w14:textId="77777777" w:rsidR="00AB1FB2" w:rsidRPr="00981026" w:rsidRDefault="00AB1FB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981026" w14:paraId="3CAD7076" w14:textId="77777777" w:rsidTr="35E53F83">
        <w:tc>
          <w:tcPr>
            <w:tcW w:w="5160" w:type="dxa"/>
          </w:tcPr>
          <w:p w14:paraId="240B3E02" w14:textId="0104390E" w:rsidR="00AD6963" w:rsidRPr="0078285D" w:rsidRDefault="00F231B1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8285D">
              <w:rPr>
                <w:rFonts w:asciiTheme="minorHAnsi" w:hAnsiTheme="minorHAnsi" w:cstheme="minorHAnsi"/>
                <w:bCs/>
                <w:sz w:val="22"/>
              </w:rPr>
              <w:t>$1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75</w:t>
            </w:r>
            <w:r w:rsidR="0078285D">
              <w:rPr>
                <w:rFonts w:asciiTheme="minorHAnsi" w:hAnsiTheme="minorHAnsi" w:cstheme="minorHAnsi"/>
                <w:bCs/>
                <w:sz w:val="22"/>
              </w:rPr>
              <w:t>,000.00</w:t>
            </w:r>
          </w:p>
          <w:p w14:paraId="5E56A8D1" w14:textId="77777777" w:rsidR="002F493F" w:rsidRPr="00981026" w:rsidRDefault="002F493F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3D974ED0" w14:textId="38D61A71" w:rsidR="002F493F" w:rsidRPr="00981026" w:rsidRDefault="00F231B1" w:rsidP="00FB30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91FBE">
              <w:rPr>
                <w:rFonts w:asciiTheme="minorHAnsi" w:hAnsiTheme="minorHAnsi" w:cstheme="minorHAnsi"/>
                <w:bCs/>
                <w:sz w:val="22"/>
              </w:rPr>
              <w:t>10.12</w:t>
            </w:r>
            <w:r w:rsidR="0078285D" w:rsidRPr="0078285D">
              <w:rPr>
                <w:rFonts w:asciiTheme="minorHAnsi" w:hAnsiTheme="minorHAnsi" w:cstheme="minorHAnsi"/>
                <w:bCs/>
                <w:sz w:val="22"/>
              </w:rPr>
              <w:t>%</w:t>
            </w:r>
          </w:p>
          <w:p w14:paraId="70B76930" w14:textId="77777777" w:rsidR="00F231B1" w:rsidRPr="00981026" w:rsidRDefault="00F231B1" w:rsidP="00FB30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474B384B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BBB77C7" w14:textId="77777777" w:rsidR="00AD6963" w:rsidRPr="00981026" w:rsidRDefault="00AD6963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1EF52D01" w14:textId="77777777" w:rsidR="003B55E4" w:rsidRDefault="007C6B08" w:rsidP="2553AF4C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</w:pPr>
            <w:r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Describe service/product to be provided</w:t>
            </w:r>
            <w:r w:rsidR="297386BD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and </w:t>
            </w:r>
            <w:r w:rsidR="297386BD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how this is a </w:t>
            </w:r>
            <w:r w:rsidR="67C4086B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Valuable Scope Contribution </w:t>
            </w:r>
            <w:r w:rsidR="297386BD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of the Contract</w:t>
            </w:r>
            <w:r w:rsidR="08F7BDEF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.</w:t>
            </w:r>
            <w:r w:rsidR="13A30300"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3555EE8D" w14:textId="2DBE5E0B" w:rsidR="007C6B08" w:rsidRPr="00981026" w:rsidRDefault="13A30300" w:rsidP="00BF05E3">
            <w:pPr>
              <w:rPr>
                <w:rFonts w:asciiTheme="minorHAnsi" w:hAnsiTheme="minorHAnsi" w:cstheme="minorHAnsi"/>
                <w:b/>
                <w:sz w:val="22"/>
              </w:rPr>
            </w:pPr>
            <w:r w:rsidRPr="35E53F83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Include the applicable UNSPSC that applies to this commitment.</w:t>
            </w:r>
            <w:r w:rsidR="00750518" w:rsidRPr="00750518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691FBE">
              <w:rPr>
                <w:rFonts w:asciiTheme="minorHAnsi" w:hAnsiTheme="minorHAnsi" w:cstheme="minorBidi"/>
                <w:sz w:val="22"/>
                <w:szCs w:val="22"/>
              </w:rPr>
              <w:t xml:space="preserve">Advertising, internet advertising, print advertising, radio advertising. Media Mix Advertising will serve as our chosen sub-contractor to implement environmental strategies for the evidence-based program, Talk They Hear You. The subcontractor will </w:t>
            </w:r>
            <w:proofErr w:type="gramStart"/>
            <w:r w:rsidR="00691FBE">
              <w:rPr>
                <w:rFonts w:asciiTheme="minorHAnsi" w:hAnsiTheme="minorHAnsi" w:cstheme="minorBidi"/>
                <w:sz w:val="22"/>
                <w:szCs w:val="22"/>
              </w:rPr>
              <w:t>providing</w:t>
            </w:r>
            <w:proofErr w:type="gramEnd"/>
            <w:r w:rsidR="00691FBE">
              <w:rPr>
                <w:rFonts w:asciiTheme="minorHAnsi" w:hAnsiTheme="minorHAnsi" w:cstheme="minorBidi"/>
                <w:sz w:val="22"/>
                <w:szCs w:val="22"/>
              </w:rPr>
              <w:t xml:space="preserve"> consulting services and will handle media buys using a multitude of mediums (television and radio, billboards, social media, email list purchasing, etc.) Youth First will also utilize this subcontract for the purchase of several program-related print materials for mass distribution.</w:t>
            </w:r>
          </w:p>
        </w:tc>
      </w:tr>
      <w:tr w:rsidR="007C6B08" w:rsidRPr="00981026" w14:paraId="5BB26F4A" w14:textId="77777777" w:rsidTr="35E53F83">
        <w:tc>
          <w:tcPr>
            <w:tcW w:w="10908" w:type="dxa"/>
            <w:gridSpan w:val="4"/>
          </w:tcPr>
          <w:p w14:paraId="3F37D350" w14:textId="542B7B73" w:rsidR="007C6B08" w:rsidRPr="00981026" w:rsidRDefault="007C6B08" w:rsidP="0078285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Provide approximate dates when</w:t>
            </w:r>
            <w:r w:rsidR="00EC6C63" w:rsidRPr="0098102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981026">
              <w:rPr>
                <w:rFonts w:asciiTheme="minorHAnsi" w:hAnsiTheme="minorHAnsi" w:cstheme="minorHAnsi"/>
                <w:b/>
                <w:sz w:val="22"/>
              </w:rPr>
              <w:t>Sub-Contractor will perform on this project:</w:t>
            </w:r>
            <w:r w:rsidR="00F75B67" w:rsidRPr="0098102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8285D" w:rsidRPr="0078285D">
              <w:rPr>
                <w:rFonts w:asciiTheme="minorHAnsi" w:hAnsiTheme="minorHAnsi" w:cstheme="minorHAnsi"/>
                <w:bCs/>
                <w:sz w:val="22"/>
              </w:rPr>
              <w:t>July 1, 2024 through June 30, 2025 with annual contract renewals, at the same sub-contract percentage of total contract award, in subsequent years for which Youth First is receiving contract funding under RFP 24-78769.</w:t>
            </w:r>
          </w:p>
        </w:tc>
      </w:tr>
    </w:tbl>
    <w:p w14:paraId="0EA34992" w14:textId="77777777" w:rsidR="006C5765" w:rsidRDefault="006C5765" w:rsidP="00AD6963">
      <w:pPr>
        <w:ind w:right="720"/>
        <w:rPr>
          <w:rFonts w:asciiTheme="minorHAnsi" w:hAnsiTheme="minorHAnsi" w:cstheme="minorHAnsi"/>
          <w:sz w:val="22"/>
        </w:rPr>
      </w:pPr>
    </w:p>
    <w:p w14:paraId="1BCCAC8A" w14:textId="77777777" w:rsidR="00593382" w:rsidRPr="00981026" w:rsidRDefault="00593382" w:rsidP="00AD6963">
      <w:pPr>
        <w:ind w:right="720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358"/>
        <w:gridCol w:w="2668"/>
        <w:gridCol w:w="2666"/>
      </w:tblGrid>
      <w:tr w:rsidR="007C6B08" w:rsidRPr="00981026" w14:paraId="62C1A5AF" w14:textId="77777777" w:rsidTr="2553AF4C">
        <w:tc>
          <w:tcPr>
            <w:tcW w:w="5160" w:type="dxa"/>
          </w:tcPr>
          <w:p w14:paraId="294A1193" w14:textId="53CD8130" w:rsidR="007C6B08" w:rsidRPr="00981026" w:rsidRDefault="00593382" w:rsidP="2553AF4C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68832" behindDoc="0" locked="0" layoutInCell="1" allowOverlap="1" wp14:anchorId="514F8487" wp14:editId="6F0E51B6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115570</wp:posOffset>
                      </wp:positionV>
                      <wp:extent cx="61595" cy="6710"/>
                      <wp:effectExtent l="38100" t="38100" r="52705" b="50800"/>
                      <wp:wrapNone/>
                      <wp:docPr id="1261125170" name="Ink 5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1595" cy="671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798B53A" id="Ink 59" o:spid="_x0000_s1026" type="#_x0000_t75" style="position:absolute;margin-left:91.65pt;margin-top:8.65pt;width:5.8pt;height:1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">
                      <v:imagedata r:id="rId22" o:title=""/>
                    </v:shape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63712" behindDoc="0" locked="0" layoutInCell="1" allowOverlap="1" wp14:anchorId="1301540E" wp14:editId="0E2B11AE">
                      <wp:simplePos x="0" y="0"/>
                      <wp:positionH relativeFrom="column">
                        <wp:posOffset>1222870</wp:posOffset>
                      </wp:positionH>
                      <wp:positionV relativeFrom="paragraph">
                        <wp:posOffset>103870</wp:posOffset>
                      </wp:positionV>
                      <wp:extent cx="360" cy="360"/>
                      <wp:effectExtent l="57150" t="57150" r="76200" b="76200"/>
                      <wp:wrapNone/>
                      <wp:docPr id="74754473" name="Ink 5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34CA7A0" id="Ink 54" o:spid="_x0000_s1026" type="#_x0000_t75" style="position:absolute;margin-left:94.9pt;margin-top:6.8pt;width:2.9pt;height:2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"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62688" behindDoc="0" locked="0" layoutInCell="1" allowOverlap="1" wp14:anchorId="376628BD" wp14:editId="5800FA5E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69850</wp:posOffset>
                      </wp:positionV>
                      <wp:extent cx="34650" cy="36830"/>
                      <wp:effectExtent l="57150" t="57150" r="60960" b="58420"/>
                      <wp:wrapNone/>
                      <wp:docPr id="1951929411" name="Ink 5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4650" cy="368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781EAAC" id="Ink 53" o:spid="_x0000_s1026" type="#_x0000_t75" style="position:absolute;margin-left:91.7pt;margin-top:4.1pt;width:5.6pt;height:5.7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">
                      <v:imagedata r:id="rId25" o:title=""/>
                    </v:shape>
                  </w:pict>
                </mc:Fallback>
              </mc:AlternateContent>
            </w:r>
            <w:r w:rsidR="0078285D"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1D57508B" wp14:editId="27DE63B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57150</wp:posOffset>
                      </wp:positionV>
                      <wp:extent cx="2265" cy="62865"/>
                      <wp:effectExtent l="38100" t="38100" r="36195" b="32385"/>
                      <wp:wrapNone/>
                      <wp:docPr id="1080208303" name="Ink 5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65" cy="6286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52D4975" id="Ink 54" o:spid="_x0000_s1026" type="#_x0000_t75" style="position:absolute;margin-left:1.35pt;margin-top:4.15pt;width:1.1pt;height:5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">
                      <v:imagedata r:id="rId27" o:title=""/>
                    </v:shape>
                  </w:pict>
                </mc:Fallback>
              </mc:AlternateContent>
            </w:r>
            <w:r w:rsidR="0078285D"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4320" behindDoc="0" locked="0" layoutInCell="1" allowOverlap="1" wp14:anchorId="63BF1B4C" wp14:editId="75BE000E">
                      <wp:simplePos x="0" y="0"/>
                      <wp:positionH relativeFrom="column">
                        <wp:posOffset>81738</wp:posOffset>
                      </wp:positionH>
                      <wp:positionV relativeFrom="paragraph">
                        <wp:posOffset>116725</wp:posOffset>
                      </wp:positionV>
                      <wp:extent cx="360" cy="360"/>
                      <wp:effectExtent l="38100" t="38100" r="38100" b="38100"/>
                      <wp:wrapNone/>
                      <wp:docPr id="485464617" name="Ink 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FA0EF9" id="Ink 50" o:spid="_x0000_s1026" type="#_x0000_t75" style="position:absolute;margin-left:6.1pt;margin-top:8.85pt;width:.75pt;height: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">
                      <v:imagedata r:id="rId29" o:title=""/>
                    </v:shape>
                  </w:pict>
                </mc:Fallback>
              </mc:AlternateContent>
            </w:r>
            <w:r w:rsidR="0078285D"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3296" behindDoc="0" locked="0" layoutInCell="1" allowOverlap="1" wp14:anchorId="45ADF2E0" wp14:editId="17BFB393">
                      <wp:simplePos x="0" y="0"/>
                      <wp:positionH relativeFrom="column">
                        <wp:posOffset>81738</wp:posOffset>
                      </wp:positionH>
                      <wp:positionV relativeFrom="paragraph">
                        <wp:posOffset>116725</wp:posOffset>
                      </wp:positionV>
                      <wp:extent cx="360" cy="360"/>
                      <wp:effectExtent l="38100" t="38100" r="38100" b="38100"/>
                      <wp:wrapNone/>
                      <wp:docPr id="547742867" name="Ink 4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6804187" id="Ink 49" o:spid="_x0000_s1026" type="#_x0000_t75" style="position:absolute;margin-left:6.1pt;margin-top:8.85pt;width:.75pt;height: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">
                      <v:imagedata r:id="rId29" o:title=""/>
                    </v:shape>
                  </w:pict>
                </mc:Fallback>
              </mc:AlternateContent>
            </w:r>
            <w:r w:rsidR="0078285D">
              <w:rPr>
                <w:rFonts w:ascii="Wingdings" w:eastAsia="Wingdings" w:hAnsi="Wingdings" w:cs="Wingdings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2272" behindDoc="0" locked="0" layoutInCell="1" allowOverlap="1" wp14:anchorId="7E97D8C1" wp14:editId="0C2EB27D">
                      <wp:simplePos x="0" y="0"/>
                      <wp:positionH relativeFrom="column">
                        <wp:posOffset>77418</wp:posOffset>
                      </wp:positionH>
                      <wp:positionV relativeFrom="paragraph">
                        <wp:posOffset>112405</wp:posOffset>
                      </wp:positionV>
                      <wp:extent cx="360" cy="360"/>
                      <wp:effectExtent l="38100" t="38100" r="38100" b="38100"/>
                      <wp:wrapNone/>
                      <wp:docPr id="132685021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79B8AEA" id="Ink 48" o:spid="_x0000_s1026" type="#_x0000_t75" style="position:absolute;margin-left:5.75pt;margin-top:8.5pt;width:.75pt;height: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">
                      <v:imagedata r:id="rId29" o:title=""/>
                    </v:shape>
                  </w:pict>
                </mc:Fallback>
              </mc:AlternateContent>
            </w:r>
            <w:proofErr w:type="gramStart"/>
            <w:r w:rsidR="00691FBE" w:rsidRPr="2553AF4C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</w:t>
            </w:r>
            <w:r w:rsidR="00691FBE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3514DC26" w:rsidRPr="2553AF4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7C6B08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MBE</w:t>
            </w:r>
            <w:proofErr w:type="gramEnd"/>
            <w:r w:rsidR="007C6B08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Firm             </w:t>
            </w:r>
            <w:r w:rsidR="6BDC557D" w:rsidRPr="2553AF4C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</w:t>
            </w:r>
            <w:r w:rsidR="007C6B08" w:rsidRPr="2553AF4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WBE Firm</w:t>
            </w:r>
          </w:p>
        </w:tc>
        <w:tc>
          <w:tcPr>
            <w:tcW w:w="360" w:type="dxa"/>
            <w:tcBorders>
              <w:bottom w:val="nil"/>
            </w:tcBorders>
          </w:tcPr>
          <w:p w14:paraId="1990FC56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6A2D311A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981026" w14:paraId="6C666762" w14:textId="77777777" w:rsidTr="2553AF4C">
        <w:tc>
          <w:tcPr>
            <w:tcW w:w="5160" w:type="dxa"/>
            <w:vMerge w:val="restart"/>
          </w:tcPr>
          <w:p w14:paraId="6D67F243" w14:textId="77777777" w:rsidR="007C6B08" w:rsidRDefault="007C6B08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  <w:r w:rsidR="00593382">
              <w:rPr>
                <w:rFonts w:asciiTheme="minorHAnsi" w:hAnsiTheme="minorHAnsi" w:cstheme="minorHAnsi"/>
                <w:bCs/>
                <w:sz w:val="22"/>
              </w:rPr>
              <w:t>Thomas E. Slade, Inc.</w:t>
            </w:r>
          </w:p>
          <w:p w14:paraId="39FE125A" w14:textId="2530186A" w:rsidR="00593382" w:rsidRPr="00593382" w:rsidRDefault="00593382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                                 </w:t>
            </w:r>
            <w:r w:rsidRPr="00593382">
              <w:rPr>
                <w:rFonts w:asciiTheme="minorHAnsi" w:hAnsiTheme="minorHAnsi" w:cstheme="minorHAnsi"/>
                <w:bCs/>
                <w:sz w:val="22"/>
              </w:rPr>
              <w:t>dba</w:t>
            </w:r>
            <w:r>
              <w:rPr>
                <w:rFonts w:asciiTheme="minorHAnsi" w:hAnsiTheme="minorHAnsi" w:cstheme="minorHAnsi"/>
                <w:bCs/>
                <w:sz w:val="22"/>
              </w:rPr>
              <w:t>:</w:t>
            </w:r>
            <w:r w:rsidRPr="00593382">
              <w:rPr>
                <w:rFonts w:asciiTheme="minorHAnsi" w:hAnsiTheme="minorHAnsi" w:cstheme="minorHAnsi"/>
                <w:bCs/>
                <w:sz w:val="22"/>
              </w:rPr>
              <w:t xml:space="preserve"> Slade Print</w:t>
            </w:r>
            <w:r>
              <w:rPr>
                <w:rFonts w:asciiTheme="minorHAnsi" w:hAnsiTheme="minorHAnsi" w:cstheme="minorHAnsi"/>
                <w:bCs/>
                <w:sz w:val="22"/>
              </w:rPr>
              <w:t>/</w:t>
            </w:r>
            <w:proofErr w:type="spellStart"/>
            <w:r w:rsidRPr="00593382">
              <w:rPr>
                <w:rFonts w:asciiTheme="minorHAnsi" w:hAnsiTheme="minorHAnsi" w:cstheme="minorHAnsi"/>
                <w:bCs/>
                <w:sz w:val="22"/>
              </w:rPr>
              <w:t>ProMark</w:t>
            </w:r>
            <w:proofErr w:type="spellEnd"/>
          </w:p>
        </w:tc>
        <w:tc>
          <w:tcPr>
            <w:tcW w:w="360" w:type="dxa"/>
            <w:tcBorders>
              <w:bottom w:val="nil"/>
            </w:tcBorders>
          </w:tcPr>
          <w:p w14:paraId="6312D020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63C735C3" w14:textId="6D83942D" w:rsidR="007C6B08" w:rsidRPr="0078285D" w:rsidRDefault="007C6B08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Contact Person: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93382">
              <w:rPr>
                <w:rFonts w:asciiTheme="minorHAnsi" w:hAnsiTheme="minorHAnsi" w:cstheme="minorHAnsi"/>
                <w:bCs/>
                <w:sz w:val="22"/>
              </w:rPr>
              <w:t>Lisa Slade</w:t>
            </w:r>
          </w:p>
        </w:tc>
      </w:tr>
      <w:tr w:rsidR="007C6B08" w:rsidRPr="00981026" w14:paraId="25CD4DB1" w14:textId="77777777" w:rsidTr="2553AF4C">
        <w:tc>
          <w:tcPr>
            <w:tcW w:w="5160" w:type="dxa"/>
            <w:vMerge/>
          </w:tcPr>
          <w:p w14:paraId="2F9909DF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D1C7FD0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69601332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981026" w14:paraId="1D0309D7" w14:textId="77777777" w:rsidTr="2553AF4C">
        <w:tc>
          <w:tcPr>
            <w:tcW w:w="5160" w:type="dxa"/>
            <w:vMerge w:val="restart"/>
            <w:shd w:val="clear" w:color="auto" w:fill="auto"/>
          </w:tcPr>
          <w:p w14:paraId="0FB310E6" w14:textId="0E29632A" w:rsidR="007C6B08" w:rsidRPr="00D33E42" w:rsidRDefault="007C6B08" w:rsidP="00FB30E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Address:</w:t>
            </w:r>
            <w:r w:rsidR="00D33E42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93382">
              <w:rPr>
                <w:rFonts w:asciiTheme="minorHAnsi" w:hAnsiTheme="minorHAnsi" w:cstheme="minorHAnsi"/>
                <w:bCs/>
                <w:sz w:val="22"/>
              </w:rPr>
              <w:t>6220 Vogel</w:t>
            </w:r>
            <w:r w:rsidR="00D33E42" w:rsidRPr="00D33E42">
              <w:rPr>
                <w:rFonts w:asciiTheme="minorHAnsi" w:hAnsiTheme="minorHAnsi" w:cstheme="minorHAnsi"/>
                <w:bCs/>
                <w:sz w:val="22"/>
              </w:rPr>
              <w:t xml:space="preserve"> Road</w:t>
            </w:r>
          </w:p>
          <w:p w14:paraId="502A41B0" w14:textId="25D94F6D" w:rsidR="00D33E42" w:rsidRPr="00981026" w:rsidRDefault="00D33E42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33E42">
              <w:rPr>
                <w:rFonts w:asciiTheme="minorHAnsi" w:hAnsiTheme="minorHAnsi" w:cstheme="minorHAnsi"/>
                <w:bCs/>
                <w:sz w:val="22"/>
              </w:rPr>
              <w:t xml:space="preserve">                 Evansville, IN 47715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026D43C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6CA8A65C" w14:textId="384C5398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E-mail:</w:t>
            </w:r>
            <w:r w:rsidR="00D33E42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93382">
              <w:rPr>
                <w:rFonts w:asciiTheme="minorHAnsi" w:hAnsiTheme="minorHAnsi" w:cstheme="minorHAnsi"/>
                <w:bCs/>
                <w:sz w:val="22"/>
              </w:rPr>
              <w:t>lisa@sladeprint.com</w:t>
            </w:r>
          </w:p>
        </w:tc>
      </w:tr>
      <w:tr w:rsidR="007C6B08" w:rsidRPr="00981026" w14:paraId="0B49A391" w14:textId="77777777" w:rsidTr="2553AF4C">
        <w:tc>
          <w:tcPr>
            <w:tcW w:w="5160" w:type="dxa"/>
            <w:vMerge/>
          </w:tcPr>
          <w:p w14:paraId="189D4D0F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5A1E4A8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0ECDE151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981026" w14:paraId="35ECA528" w14:textId="77777777" w:rsidTr="2553AF4C">
        <w:tc>
          <w:tcPr>
            <w:tcW w:w="5160" w:type="dxa"/>
            <w:vMerge/>
          </w:tcPr>
          <w:p w14:paraId="23149B90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8A0AB64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76DC117D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7397D368" w14:textId="5D8BF6BD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gramStart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( </w:t>
            </w:r>
            <w:r w:rsidR="00D33E42" w:rsidRPr="00D33E42">
              <w:rPr>
                <w:rFonts w:asciiTheme="minorHAnsi" w:hAnsiTheme="minorHAnsi" w:cstheme="minorHAnsi"/>
                <w:bCs/>
                <w:sz w:val="22"/>
              </w:rPr>
              <w:t>812</w:t>
            </w:r>
            <w:proofErr w:type="gramEnd"/>
            <w:r w:rsidRPr="00981026">
              <w:rPr>
                <w:rFonts w:asciiTheme="minorHAnsi" w:hAnsiTheme="minorHAnsi" w:cstheme="minorHAnsi"/>
                <w:b/>
                <w:sz w:val="22"/>
              </w:rPr>
              <w:t xml:space="preserve"> )</w:t>
            </w:r>
            <w:r w:rsidR="00D33E42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593382">
              <w:rPr>
                <w:rFonts w:asciiTheme="minorHAnsi" w:hAnsiTheme="minorHAnsi" w:cstheme="minorHAnsi"/>
                <w:bCs/>
                <w:sz w:val="22"/>
              </w:rPr>
              <w:t>437-5233</w:t>
            </w:r>
          </w:p>
        </w:tc>
        <w:tc>
          <w:tcPr>
            <w:tcW w:w="2694" w:type="dxa"/>
            <w:vMerge w:val="restart"/>
          </w:tcPr>
          <w:p w14:paraId="2296254F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75220A28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</w:tr>
      <w:tr w:rsidR="007C6B08" w:rsidRPr="00981026" w14:paraId="4811ED45" w14:textId="77777777" w:rsidTr="2553AF4C">
        <w:tc>
          <w:tcPr>
            <w:tcW w:w="5160" w:type="dxa"/>
            <w:vMerge/>
          </w:tcPr>
          <w:p w14:paraId="5288B67D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1CDB3C6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2B768F05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7E596F5B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981026" w14:paraId="6F7452E6" w14:textId="77777777" w:rsidTr="2553AF4C">
        <w:tc>
          <w:tcPr>
            <w:tcW w:w="5160" w:type="dxa"/>
          </w:tcPr>
          <w:p w14:paraId="72C8499A" w14:textId="0E1C267A" w:rsidR="00F231B1" w:rsidRPr="00981026" w:rsidRDefault="00F231B1" w:rsidP="00FB30E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8285D" w:rsidRPr="0078285D">
              <w:rPr>
                <w:rFonts w:asciiTheme="minorHAnsi" w:hAnsiTheme="minorHAnsi" w:cstheme="minorHAnsi"/>
                <w:bCs/>
                <w:sz w:val="22"/>
              </w:rPr>
              <w:t>$</w:t>
            </w:r>
            <w:r w:rsidR="006F07E0">
              <w:rPr>
                <w:rFonts w:asciiTheme="minorHAnsi" w:hAnsiTheme="minorHAnsi" w:cstheme="minorHAnsi"/>
                <w:bCs/>
                <w:sz w:val="22"/>
              </w:rPr>
              <w:t>62,248.75</w:t>
            </w:r>
          </w:p>
          <w:p w14:paraId="08BC9B79" w14:textId="77777777" w:rsidR="00F231B1" w:rsidRPr="00981026" w:rsidRDefault="00F231B1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46A5349E" w14:textId="03E0DA02" w:rsidR="00F231B1" w:rsidRPr="00981026" w:rsidRDefault="00F231B1" w:rsidP="00FB30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F07E0" w:rsidRPr="006F07E0">
              <w:rPr>
                <w:rFonts w:asciiTheme="minorHAnsi" w:hAnsiTheme="minorHAnsi" w:cstheme="minorHAnsi"/>
                <w:bCs/>
                <w:sz w:val="22"/>
              </w:rPr>
              <w:t>3.6</w:t>
            </w:r>
            <w:r w:rsidR="0078285D" w:rsidRPr="006F07E0">
              <w:rPr>
                <w:rFonts w:asciiTheme="minorHAnsi" w:hAnsiTheme="minorHAnsi" w:cstheme="minorHAnsi"/>
                <w:bCs/>
                <w:sz w:val="22"/>
              </w:rPr>
              <w:t>%</w:t>
            </w:r>
          </w:p>
          <w:p w14:paraId="4AE06C10" w14:textId="77777777" w:rsidR="00F231B1" w:rsidRPr="00981026" w:rsidRDefault="00F231B1" w:rsidP="00FB30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1E9E7369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3FBE5591" w14:textId="77777777" w:rsidR="007C6B08" w:rsidRPr="00981026" w:rsidRDefault="007C6B08" w:rsidP="00FB30E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03E56E07" w14:textId="3C146FE0" w:rsidR="007C6B08" w:rsidRDefault="007C6B08" w:rsidP="00FB30ED">
            <w:pPr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Describe service/product to be provided</w:t>
            </w:r>
            <w:r w:rsidR="00E37000" w:rsidRPr="00981026">
              <w:rPr>
                <w:rFonts w:asciiTheme="minorHAnsi" w:hAnsiTheme="minorHAnsi" w:cstheme="minorHAnsi"/>
                <w:b/>
                <w:sz w:val="22"/>
              </w:rPr>
              <w:t xml:space="preserve"> and </w:t>
            </w:r>
            <w:r w:rsidR="00E37000" w:rsidRPr="00981026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how this is </w:t>
            </w:r>
            <w:r w:rsidR="00E37000" w:rsidRPr="0098102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a </w:t>
            </w:r>
            <w:r w:rsidR="00041AA9" w:rsidRPr="0098102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Valuable Scope Contribution </w:t>
            </w:r>
            <w:r w:rsidR="00E37000" w:rsidRPr="0098102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of</w:t>
            </w:r>
            <w:r w:rsidR="00E37000" w:rsidRPr="00981026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the Contract</w:t>
            </w:r>
            <w:r w:rsidRPr="00981026">
              <w:rPr>
                <w:rFonts w:asciiTheme="minorHAnsi" w:hAnsiTheme="minorHAnsi" w:cstheme="minorHAnsi"/>
                <w:b/>
                <w:sz w:val="22"/>
                <w:u w:val="single"/>
              </w:rPr>
              <w:t>:</w:t>
            </w:r>
          </w:p>
          <w:p w14:paraId="7ABAE872" w14:textId="7C626495" w:rsidR="007C6B08" w:rsidRPr="00981026" w:rsidRDefault="00593382" w:rsidP="00344E47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Letterpress and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</w:rPr>
              <w:t>screenprinting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</w:rPr>
              <w:t xml:space="preserve">, printing, promotional and advertising printing,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</w:rPr>
              <w:t>stationary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</w:rPr>
              <w:t xml:space="preserve"> and business form printing. Slade Print/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</w:rPr>
              <w:t>ProMark</w:t>
            </w:r>
            <w:proofErr w:type="spellEnd"/>
            <w:r>
              <w:rPr>
                <w:rStyle w:val="normaltextrun"/>
                <w:rFonts w:ascii="Calibri" w:hAnsi="Calibri" w:cs="Calibri"/>
                <w:bCs/>
                <w:color w:val="000000"/>
                <w:sz w:val="22"/>
                <w:szCs w:val="20"/>
                <w:bdr w:val="none" w:sz="0" w:space="0" w:color="auto" w:frame="1"/>
              </w:rPr>
              <w:t xml:space="preserve"> will supply Youth First with promotional and print related program supplies related to our Student Assistance Program and other evidence-based programs offered to youth and families who participate in the programs or as recruiting materials to obtain program participation. Examples might include branded T-Shirts, information packets, program brochures, fidget toys, stress balls, etc.</w:t>
            </w:r>
          </w:p>
        </w:tc>
      </w:tr>
      <w:tr w:rsidR="007C6B08" w:rsidRPr="00981026" w14:paraId="26329290" w14:textId="77777777" w:rsidTr="2553AF4C">
        <w:tc>
          <w:tcPr>
            <w:tcW w:w="10908" w:type="dxa"/>
            <w:gridSpan w:val="4"/>
          </w:tcPr>
          <w:p w14:paraId="16DC8DA4" w14:textId="4D6B5006" w:rsidR="007C6B08" w:rsidRPr="00981026" w:rsidRDefault="007C6B08" w:rsidP="0078285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981026">
              <w:rPr>
                <w:rFonts w:asciiTheme="minorHAnsi" w:hAnsiTheme="minorHAnsi" w:cstheme="minorHAnsi"/>
                <w:b/>
                <w:sz w:val="22"/>
              </w:rPr>
              <w:t>Provide approximate dates</w:t>
            </w:r>
            <w:r w:rsidR="003F341C" w:rsidRPr="0098102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981026">
              <w:rPr>
                <w:rFonts w:asciiTheme="minorHAnsi" w:hAnsiTheme="minorHAnsi" w:cstheme="minorHAnsi"/>
                <w:b/>
                <w:sz w:val="22"/>
              </w:rPr>
              <w:t>when Sub-Contractor will perform on this project:</w:t>
            </w:r>
            <w:r w:rsidR="0078285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8285D" w:rsidRPr="0078285D">
              <w:rPr>
                <w:rFonts w:asciiTheme="minorHAnsi" w:hAnsiTheme="minorHAnsi" w:cstheme="minorHAnsi"/>
                <w:bCs/>
                <w:sz w:val="22"/>
              </w:rPr>
              <w:t xml:space="preserve"> July 1, 2024 through June 30, 2025 with annual contract renewals, at the same sub-contract percentage of total contract award, in subsequent years for which Youth First is receiving contract funding under RFP 24-78769.</w:t>
            </w:r>
          </w:p>
        </w:tc>
      </w:tr>
    </w:tbl>
    <w:p w14:paraId="7D2D6AD0" w14:textId="77777777" w:rsidR="00AD6963" w:rsidRDefault="00AD6963" w:rsidP="00AD6963">
      <w:pPr>
        <w:ind w:right="720"/>
        <w:rPr>
          <w:rFonts w:asciiTheme="minorHAnsi" w:hAnsiTheme="minorHAnsi" w:cstheme="minorHAnsi"/>
          <w:sz w:val="22"/>
        </w:rPr>
      </w:pPr>
    </w:p>
    <w:p w14:paraId="53ED7783" w14:textId="77777777" w:rsidR="00593382" w:rsidRDefault="00593382" w:rsidP="00AD6963">
      <w:pPr>
        <w:ind w:right="720"/>
        <w:rPr>
          <w:rFonts w:asciiTheme="minorHAnsi" w:hAnsiTheme="minorHAnsi" w:cstheme="minorHAnsi"/>
          <w:sz w:val="22"/>
        </w:rPr>
      </w:pPr>
    </w:p>
    <w:p w14:paraId="1110F222" w14:textId="77777777" w:rsidR="006F07E0" w:rsidRDefault="006F07E0" w:rsidP="00AD6963">
      <w:pPr>
        <w:ind w:right="720"/>
        <w:rPr>
          <w:rFonts w:asciiTheme="minorHAnsi" w:hAnsiTheme="minorHAnsi" w:cstheme="minorHAnsi"/>
          <w:sz w:val="22"/>
        </w:rPr>
      </w:pPr>
    </w:p>
    <w:p w14:paraId="0BD456A8" w14:textId="77777777" w:rsidR="006F07E0" w:rsidRDefault="006F07E0" w:rsidP="00AD6963">
      <w:pPr>
        <w:ind w:right="720"/>
        <w:rPr>
          <w:rFonts w:asciiTheme="minorHAnsi" w:hAnsiTheme="minorHAnsi" w:cstheme="minorHAnsi"/>
          <w:sz w:val="22"/>
        </w:rPr>
      </w:pPr>
    </w:p>
    <w:p w14:paraId="4F15EA5D" w14:textId="77777777" w:rsidR="006F07E0" w:rsidRDefault="006F07E0" w:rsidP="00AD6963">
      <w:pPr>
        <w:ind w:right="720"/>
        <w:rPr>
          <w:rFonts w:asciiTheme="minorHAnsi" w:hAnsiTheme="minorHAnsi" w:cstheme="minorHAnsi"/>
          <w:sz w:val="22"/>
        </w:rPr>
      </w:pPr>
    </w:p>
    <w:p w14:paraId="4AA1274B" w14:textId="77777777" w:rsidR="00593382" w:rsidRDefault="00593382" w:rsidP="00AD6963">
      <w:pPr>
        <w:ind w:right="720"/>
        <w:rPr>
          <w:rFonts w:asciiTheme="minorHAnsi" w:hAnsiTheme="minorHAnsi" w:cstheme="minorHAnsi"/>
          <w:sz w:val="22"/>
        </w:rPr>
      </w:pPr>
    </w:p>
    <w:p w14:paraId="306AC4BA" w14:textId="77777777" w:rsidR="00593382" w:rsidRPr="00981026" w:rsidRDefault="00593382" w:rsidP="00AD6963">
      <w:pPr>
        <w:ind w:right="720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14"/>
        <w:gridCol w:w="443"/>
        <w:gridCol w:w="5235"/>
      </w:tblGrid>
      <w:tr w:rsidR="00AD6963" w:rsidRPr="00981026" w14:paraId="42555802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526798DC" w14:textId="10B0F03A" w:rsidR="00AD6963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Youth First, Inc.</w:t>
            </w:r>
          </w:p>
        </w:tc>
        <w:tc>
          <w:tcPr>
            <w:tcW w:w="450" w:type="dxa"/>
          </w:tcPr>
          <w:p w14:paraId="6B600DF4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5F044845" w14:textId="049378F1" w:rsidR="00AD6963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421-8336</w:t>
            </w:r>
          </w:p>
        </w:tc>
      </w:tr>
      <w:tr w:rsidR="00AD6963" w:rsidRPr="00981026" w14:paraId="49F4350C" w14:textId="77777777">
        <w:tc>
          <w:tcPr>
            <w:tcW w:w="5130" w:type="dxa"/>
            <w:tcBorders>
              <w:top w:val="single" w:sz="4" w:space="0" w:color="auto"/>
            </w:tcBorders>
          </w:tcPr>
          <w:p w14:paraId="5F1E0F81" w14:textId="77777777" w:rsidR="00AD6963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Respondent Firm</w:t>
            </w:r>
          </w:p>
          <w:p w14:paraId="1F45AC58" w14:textId="33EA87B8" w:rsidR="00FD302B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111 SE Third Street, Suite 405</w:t>
            </w:r>
          </w:p>
        </w:tc>
        <w:tc>
          <w:tcPr>
            <w:tcW w:w="450" w:type="dxa"/>
          </w:tcPr>
          <w:p w14:paraId="4EF175B3" w14:textId="77777777" w:rsidR="00AD6963" w:rsidRPr="00981026" w:rsidRDefault="00AD6963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203D23AE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Telephone Number</w:t>
            </w:r>
          </w:p>
          <w:p w14:paraId="648E80E8" w14:textId="78662B2C" w:rsidR="00AD6963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( 812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) 421-0659</w:t>
            </w:r>
          </w:p>
        </w:tc>
      </w:tr>
      <w:tr w:rsidR="00FD302B" w:rsidRPr="00981026" w14:paraId="6060CDEB" w14:textId="77777777">
        <w:tc>
          <w:tcPr>
            <w:tcW w:w="5130" w:type="dxa"/>
            <w:tcBorders>
              <w:top w:val="single" w:sz="4" w:space="0" w:color="auto"/>
            </w:tcBorders>
          </w:tcPr>
          <w:p w14:paraId="38A3F55C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Address</w:t>
            </w:r>
          </w:p>
        </w:tc>
        <w:tc>
          <w:tcPr>
            <w:tcW w:w="450" w:type="dxa"/>
          </w:tcPr>
          <w:p w14:paraId="0508A8C3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383EE841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Fax Number</w:t>
            </w:r>
          </w:p>
        </w:tc>
      </w:tr>
      <w:tr w:rsidR="00AD6963" w:rsidRPr="00981026" w14:paraId="42D06BED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7CC89512" w14:textId="63EC1C3F" w:rsidR="00AD6963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Evansville, IN 47708</w:t>
            </w:r>
          </w:p>
        </w:tc>
        <w:tc>
          <w:tcPr>
            <w:tcW w:w="450" w:type="dxa"/>
          </w:tcPr>
          <w:p w14:paraId="360BD88A" w14:textId="77777777" w:rsidR="00AD6963" w:rsidRPr="00981026" w:rsidRDefault="00AD6963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7F7EE97D" w14:textId="2895BE96" w:rsidR="00AD6963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hyperlink r:id="rId32" w:history="1">
              <w:r w:rsidRPr="00A10231">
                <w:rPr>
                  <w:rStyle w:val="Hyperlink"/>
                  <w:rFonts w:asciiTheme="minorHAnsi" w:hAnsiTheme="minorHAnsi" w:cstheme="minorHAnsi"/>
                  <w:sz w:val="22"/>
                </w:rPr>
                <w:t>pblack@youthfirstinc.org</w:t>
              </w:r>
            </w:hyperlink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FD302B" w:rsidRPr="00981026" w14:paraId="7846E4B6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50C94554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City/State/Zip Code</w:t>
            </w:r>
          </w:p>
          <w:p w14:paraId="54758660" w14:textId="72B2FC5B" w:rsidR="00FD302B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Parri O. Black</w:t>
            </w:r>
          </w:p>
        </w:tc>
        <w:tc>
          <w:tcPr>
            <w:tcW w:w="450" w:type="dxa"/>
          </w:tcPr>
          <w:p w14:paraId="3BB0E911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0CEA0300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Email Address</w:t>
            </w:r>
          </w:p>
          <w:p w14:paraId="0881D7F7" w14:textId="796E6780" w:rsidR="00FD302B" w:rsidRPr="00981026" w:rsidRDefault="00486BBB" w:rsidP="00AD6963">
            <w:pPr>
              <w:rPr>
                <w:rFonts w:asciiTheme="minorHAnsi" w:hAnsiTheme="minorHAnsi" w:cstheme="minorHAnsi"/>
                <w:sz w:val="22"/>
              </w:rPr>
            </w:pPr>
            <w:r w:rsidRPr="00B82529">
              <w:rPr>
                <w:rFonts w:asciiTheme="minorHAnsi" w:hAnsiTheme="minorHAnsi" w:cstheme="minorHAnsi"/>
                <w:noProof/>
                <w:sz w:val="22"/>
                <w:szCs w:val="23"/>
              </w:rPr>
              <w:drawing>
                <wp:inline distT="0" distB="0" distL="0" distR="0" wp14:anchorId="1B858912" wp14:editId="0A8E4006">
                  <wp:extent cx="976093" cy="211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37" cy="23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02B" w:rsidRPr="00981026" w14:paraId="2EBABCE3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52C10CFB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Representative</w:t>
            </w:r>
          </w:p>
          <w:p w14:paraId="531BE48E" w14:textId="32E98E82" w:rsidR="00FD302B" w:rsidRPr="00981026" w:rsidRDefault="00D33E42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March 22, 2024</w:t>
            </w:r>
          </w:p>
        </w:tc>
        <w:tc>
          <w:tcPr>
            <w:tcW w:w="450" w:type="dxa"/>
          </w:tcPr>
          <w:p w14:paraId="701C0096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7D4F74FF" w14:textId="77777777" w:rsidR="00FD302B" w:rsidRPr="00981026" w:rsidRDefault="00FD302B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Authorizing Signature</w:t>
            </w:r>
          </w:p>
          <w:p w14:paraId="6C485A3D" w14:textId="5C643B10" w:rsidR="00FD302B" w:rsidRPr="00981026" w:rsidRDefault="00486BBB" w:rsidP="00AD6963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Parri O. Black, President &amp; CEO of Youth First, Inc.</w:t>
            </w:r>
          </w:p>
        </w:tc>
      </w:tr>
      <w:tr w:rsidR="00AD6963" w:rsidRPr="00981026" w14:paraId="04C6B049" w14:textId="77777777">
        <w:tc>
          <w:tcPr>
            <w:tcW w:w="5130" w:type="dxa"/>
            <w:tcBorders>
              <w:top w:val="single" w:sz="4" w:space="0" w:color="auto"/>
            </w:tcBorders>
          </w:tcPr>
          <w:p w14:paraId="4CED2B81" w14:textId="77777777" w:rsidR="00AD6963" w:rsidRPr="00981026" w:rsidRDefault="00AD6963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Date</w:t>
            </w:r>
          </w:p>
        </w:tc>
        <w:tc>
          <w:tcPr>
            <w:tcW w:w="450" w:type="dxa"/>
          </w:tcPr>
          <w:p w14:paraId="41AAC1F0" w14:textId="77777777" w:rsidR="00AD6963" w:rsidRPr="00981026" w:rsidRDefault="00AD6963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4EDEF85E" w14:textId="77777777" w:rsidR="00AD6963" w:rsidRDefault="00AD6963" w:rsidP="00AD6963">
            <w:pPr>
              <w:rPr>
                <w:rFonts w:asciiTheme="minorHAnsi" w:hAnsiTheme="minorHAnsi" w:cstheme="minorHAnsi"/>
                <w:sz w:val="22"/>
              </w:rPr>
            </w:pPr>
            <w:r w:rsidRPr="00981026">
              <w:rPr>
                <w:rFonts w:asciiTheme="minorHAnsi" w:hAnsiTheme="minorHAnsi" w:cstheme="minorHAnsi"/>
                <w:sz w:val="22"/>
              </w:rPr>
              <w:t>Printed Name and Title</w:t>
            </w:r>
          </w:p>
          <w:p w14:paraId="30D77320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42ABDEB5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45F1F654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53AF9249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40527192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4C9288C5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0AE71D3F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107EC1E3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74A8CCF0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2CCD6867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1033DA51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4D58CCC8" w14:textId="77777777" w:rsidR="00593382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54A9933A" w14:textId="77777777" w:rsidR="00593382" w:rsidRPr="00981026" w:rsidRDefault="00593382" w:rsidP="00AD6963">
            <w:pPr>
              <w:rPr>
                <w:rFonts w:asciiTheme="minorHAnsi" w:hAnsiTheme="minorHAnsi" w:cstheme="minorHAnsi"/>
                <w:sz w:val="22"/>
              </w:rPr>
            </w:pPr>
          </w:p>
          <w:p w14:paraId="5AEB025E" w14:textId="77777777" w:rsidR="006C5765" w:rsidRPr="00981026" w:rsidRDefault="006C5765" w:rsidP="00AD6963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56595B8" w14:textId="77777777" w:rsidR="00FE280A" w:rsidRPr="00981026" w:rsidRDefault="007C6B08" w:rsidP="00FE280A">
      <w:pPr>
        <w:numPr>
          <w:ilvl w:val="0"/>
          <w:numId w:val="4"/>
        </w:numPr>
        <w:jc w:val="center"/>
        <w:rPr>
          <w:rFonts w:asciiTheme="minorHAnsi" w:hAnsiTheme="minorHAnsi" w:cstheme="minorHAnsi"/>
          <w:sz w:val="22"/>
        </w:rPr>
      </w:pPr>
      <w:r w:rsidRPr="00981026">
        <w:rPr>
          <w:rFonts w:asciiTheme="minorHAnsi" w:hAnsiTheme="minorHAnsi" w:cstheme="minorHAnsi"/>
          <w:sz w:val="22"/>
        </w:rPr>
        <w:t xml:space="preserve">Please check if additional forms are attached.    </w:t>
      </w:r>
    </w:p>
    <w:p w14:paraId="352D8C56" w14:textId="5553A6AE" w:rsidR="007C6B08" w:rsidRPr="00981026" w:rsidRDefault="006C5765" w:rsidP="00FE280A">
      <w:pPr>
        <w:ind w:left="360"/>
        <w:jc w:val="center"/>
        <w:rPr>
          <w:rFonts w:asciiTheme="minorHAnsi" w:hAnsiTheme="minorHAnsi" w:cstheme="minorHAnsi"/>
          <w:sz w:val="22"/>
        </w:rPr>
      </w:pPr>
      <w:r w:rsidRPr="00981026">
        <w:rPr>
          <w:rFonts w:asciiTheme="minorHAnsi" w:hAnsiTheme="minorHAnsi" w:cstheme="minorHAnsi"/>
          <w:sz w:val="22"/>
        </w:rPr>
        <w:t xml:space="preserve">Page </w:t>
      </w:r>
      <w:r w:rsidRPr="00D33E42">
        <w:rPr>
          <w:rFonts w:asciiTheme="minorHAnsi" w:hAnsiTheme="minorHAnsi" w:cstheme="minorHAnsi"/>
          <w:sz w:val="22"/>
          <w:u w:val="single"/>
        </w:rPr>
        <w:t>___</w:t>
      </w:r>
      <w:r w:rsidR="00344E47">
        <w:rPr>
          <w:rFonts w:asciiTheme="minorHAnsi" w:hAnsiTheme="minorHAnsi" w:cstheme="minorHAnsi"/>
          <w:sz w:val="22"/>
          <w:u w:val="single"/>
        </w:rPr>
        <w:t>2</w:t>
      </w:r>
      <w:r w:rsidRPr="00D33E42">
        <w:rPr>
          <w:rFonts w:asciiTheme="minorHAnsi" w:hAnsiTheme="minorHAnsi" w:cstheme="minorHAnsi"/>
          <w:sz w:val="22"/>
          <w:u w:val="single"/>
        </w:rPr>
        <w:t>____</w:t>
      </w:r>
      <w:r w:rsidRPr="00981026">
        <w:rPr>
          <w:rFonts w:asciiTheme="minorHAnsi" w:hAnsiTheme="minorHAnsi" w:cstheme="minorHAnsi"/>
          <w:sz w:val="22"/>
        </w:rPr>
        <w:t xml:space="preserve"> </w:t>
      </w:r>
      <w:r w:rsidR="007C6B08" w:rsidRPr="00981026">
        <w:rPr>
          <w:rFonts w:asciiTheme="minorHAnsi" w:hAnsiTheme="minorHAnsi" w:cstheme="minorHAnsi"/>
          <w:sz w:val="22"/>
        </w:rPr>
        <w:t>of _____</w:t>
      </w:r>
      <w:r w:rsidR="00344E47">
        <w:rPr>
          <w:rFonts w:asciiTheme="minorHAnsi" w:hAnsiTheme="minorHAnsi" w:cstheme="minorHAnsi"/>
          <w:sz w:val="22"/>
          <w:u w:val="single"/>
        </w:rPr>
        <w:t>2</w:t>
      </w:r>
      <w:r w:rsidR="007C6B08" w:rsidRPr="00981026">
        <w:rPr>
          <w:rFonts w:asciiTheme="minorHAnsi" w:hAnsiTheme="minorHAnsi" w:cstheme="minorHAnsi"/>
          <w:sz w:val="22"/>
        </w:rPr>
        <w:t>____</w:t>
      </w:r>
    </w:p>
    <w:p w14:paraId="7AA95E70" w14:textId="77777777" w:rsidR="003D6AE2" w:rsidRDefault="003D6AE2" w:rsidP="006C5765">
      <w:pPr>
        <w:ind w:left="360"/>
        <w:jc w:val="center"/>
        <w:rPr>
          <w:rFonts w:asciiTheme="minorHAnsi" w:hAnsiTheme="minorHAnsi" w:cstheme="minorHAnsi"/>
          <w:b/>
        </w:rPr>
      </w:pPr>
    </w:p>
    <w:p w14:paraId="17D08C3F" w14:textId="2AF7ACB5" w:rsidR="0056743B" w:rsidRPr="00981026" w:rsidRDefault="0056743B" w:rsidP="006C5765">
      <w:pPr>
        <w:ind w:left="360"/>
        <w:jc w:val="center"/>
        <w:rPr>
          <w:rFonts w:asciiTheme="minorHAnsi" w:hAnsiTheme="minorHAnsi" w:cstheme="minorHAnsi"/>
          <w:b/>
        </w:rPr>
      </w:pPr>
      <w:r w:rsidRPr="00981026">
        <w:rPr>
          <w:rFonts w:asciiTheme="minorHAnsi" w:hAnsiTheme="minorHAnsi" w:cstheme="minorHAnsi"/>
          <w:b/>
        </w:rPr>
        <w:t>FORM MUST BE COMPLETED IN ITS ENTIRETY WITH COMPLETED LETTERS OF COMMITMENT.</w:t>
      </w:r>
    </w:p>
    <w:sectPr w:rsidR="0056743B" w:rsidRPr="00981026" w:rsidSect="005462A5">
      <w:endnotePr>
        <w:numFmt w:val="decimal"/>
      </w:endnotePr>
      <w:type w:val="nextColumn"/>
      <w:pgSz w:w="12240" w:h="15840"/>
      <w:pgMar w:top="245" w:right="720" w:bottom="245" w:left="720" w:header="144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8BCC0" w14:textId="77777777" w:rsidR="00B9257D" w:rsidRDefault="00B9257D">
      <w:pPr>
        <w:spacing w:line="20" w:lineRule="exact"/>
      </w:pPr>
    </w:p>
  </w:endnote>
  <w:endnote w:type="continuationSeparator" w:id="0">
    <w:p w14:paraId="36D39FDE" w14:textId="77777777" w:rsidR="00B9257D" w:rsidRDefault="00B9257D">
      <w:r>
        <w:t xml:space="preserve"> </w:t>
      </w:r>
    </w:p>
  </w:endnote>
  <w:endnote w:type="continuationNotice" w:id="1">
    <w:p w14:paraId="3B5E1B6A" w14:textId="77777777" w:rsidR="00B9257D" w:rsidRDefault="00B9257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5D37" w14:textId="77777777" w:rsidR="00B9257D" w:rsidRDefault="00B9257D">
      <w:r>
        <w:separator/>
      </w:r>
    </w:p>
  </w:footnote>
  <w:footnote w:type="continuationSeparator" w:id="0">
    <w:p w14:paraId="5327F8D1" w14:textId="77777777" w:rsidR="00B9257D" w:rsidRDefault="00B9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297"/>
      </v:shape>
    </w:pict>
  </w:numPicBullet>
  <w:abstractNum w:abstractNumId="0" w15:restartNumberingAfterBreak="0">
    <w:nsid w:val="019731C5"/>
    <w:multiLevelType w:val="hybridMultilevel"/>
    <w:tmpl w:val="1BDE9C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D3C15"/>
    <w:multiLevelType w:val="hybridMultilevel"/>
    <w:tmpl w:val="A4C0FF92"/>
    <w:lvl w:ilvl="0" w:tplc="606A42D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B153E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0C966A5"/>
    <w:multiLevelType w:val="hybridMultilevel"/>
    <w:tmpl w:val="FA88FE9A"/>
    <w:lvl w:ilvl="0" w:tplc="E25C8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9051D9"/>
    <w:multiLevelType w:val="hybridMultilevel"/>
    <w:tmpl w:val="EDE63A06"/>
    <w:lvl w:ilvl="0" w:tplc="42DEA1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8D1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7424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168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1239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B2A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C42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36E4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D0CB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21023"/>
    <w:multiLevelType w:val="hybridMultilevel"/>
    <w:tmpl w:val="72E42F3C"/>
    <w:lvl w:ilvl="0" w:tplc="1C240E2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C63CD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DE05F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0407E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814F89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EA00A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0789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7F068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45A080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99654867">
    <w:abstractNumId w:val="5"/>
  </w:num>
  <w:num w:numId="2" w16cid:durableId="456217483">
    <w:abstractNumId w:val="4"/>
  </w:num>
  <w:num w:numId="3" w16cid:durableId="1422292100">
    <w:abstractNumId w:val="2"/>
  </w:num>
  <w:num w:numId="4" w16cid:durableId="1112088233">
    <w:abstractNumId w:val="1"/>
  </w:num>
  <w:num w:numId="5" w16cid:durableId="122035795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2041808">
    <w:abstractNumId w:val="3"/>
  </w:num>
  <w:num w:numId="7" w16cid:durableId="201445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>
      <o:colormru v:ext="edit" colors="#ec8c00,#c00,red,#f60"/>
    </o:shapedefaults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EC"/>
    <w:rsid w:val="00011B7A"/>
    <w:rsid w:val="00034AD5"/>
    <w:rsid w:val="00041AA9"/>
    <w:rsid w:val="00043E58"/>
    <w:rsid w:val="00045E18"/>
    <w:rsid w:val="00051EF3"/>
    <w:rsid w:val="00055AE0"/>
    <w:rsid w:val="00063877"/>
    <w:rsid w:val="00065535"/>
    <w:rsid w:val="00065848"/>
    <w:rsid w:val="00066D51"/>
    <w:rsid w:val="00070D7C"/>
    <w:rsid w:val="00083501"/>
    <w:rsid w:val="00095155"/>
    <w:rsid w:val="000A22C8"/>
    <w:rsid w:val="000A3CC6"/>
    <w:rsid w:val="000B524B"/>
    <w:rsid w:val="000B7D5B"/>
    <w:rsid w:val="000C1BA4"/>
    <w:rsid w:val="000D0EDE"/>
    <w:rsid w:val="000D2790"/>
    <w:rsid w:val="000D4315"/>
    <w:rsid w:val="00110F58"/>
    <w:rsid w:val="00120B5D"/>
    <w:rsid w:val="00120F7A"/>
    <w:rsid w:val="0012295B"/>
    <w:rsid w:val="00125A2C"/>
    <w:rsid w:val="00130FC6"/>
    <w:rsid w:val="00143535"/>
    <w:rsid w:val="001528E3"/>
    <w:rsid w:val="00162995"/>
    <w:rsid w:val="0016532C"/>
    <w:rsid w:val="00167790"/>
    <w:rsid w:val="00176357"/>
    <w:rsid w:val="00176D5D"/>
    <w:rsid w:val="001829B2"/>
    <w:rsid w:val="0018656F"/>
    <w:rsid w:val="00193617"/>
    <w:rsid w:val="0019490A"/>
    <w:rsid w:val="0019776E"/>
    <w:rsid w:val="001A39DF"/>
    <w:rsid w:val="001C3040"/>
    <w:rsid w:val="001E35E9"/>
    <w:rsid w:val="00201F6D"/>
    <w:rsid w:val="00204670"/>
    <w:rsid w:val="00214CAD"/>
    <w:rsid w:val="00226829"/>
    <w:rsid w:val="00240495"/>
    <w:rsid w:val="00242A92"/>
    <w:rsid w:val="0026455E"/>
    <w:rsid w:val="00264C7E"/>
    <w:rsid w:val="002652F1"/>
    <w:rsid w:val="00265FC1"/>
    <w:rsid w:val="0027262F"/>
    <w:rsid w:val="002854D0"/>
    <w:rsid w:val="00292B21"/>
    <w:rsid w:val="002A7A52"/>
    <w:rsid w:val="002B7983"/>
    <w:rsid w:val="002C3E02"/>
    <w:rsid w:val="002E5E1B"/>
    <w:rsid w:val="002E6A4F"/>
    <w:rsid w:val="002F2DEB"/>
    <w:rsid w:val="002F493F"/>
    <w:rsid w:val="0030461E"/>
    <w:rsid w:val="003155B3"/>
    <w:rsid w:val="00324188"/>
    <w:rsid w:val="00326BBE"/>
    <w:rsid w:val="003307B0"/>
    <w:rsid w:val="00336765"/>
    <w:rsid w:val="00344E47"/>
    <w:rsid w:val="0035148F"/>
    <w:rsid w:val="003518CC"/>
    <w:rsid w:val="0035358B"/>
    <w:rsid w:val="0036104C"/>
    <w:rsid w:val="00361555"/>
    <w:rsid w:val="00373CA5"/>
    <w:rsid w:val="003843F1"/>
    <w:rsid w:val="003867F4"/>
    <w:rsid w:val="0039630E"/>
    <w:rsid w:val="003A603C"/>
    <w:rsid w:val="003B55E4"/>
    <w:rsid w:val="003C7A34"/>
    <w:rsid w:val="003D502D"/>
    <w:rsid w:val="003D6AE2"/>
    <w:rsid w:val="003E129B"/>
    <w:rsid w:val="003E5905"/>
    <w:rsid w:val="003E749A"/>
    <w:rsid w:val="003F2BCA"/>
    <w:rsid w:val="003F341C"/>
    <w:rsid w:val="003F3B0C"/>
    <w:rsid w:val="00410AE4"/>
    <w:rsid w:val="0041249C"/>
    <w:rsid w:val="00421915"/>
    <w:rsid w:val="004262AD"/>
    <w:rsid w:val="00431BF0"/>
    <w:rsid w:val="0043330B"/>
    <w:rsid w:val="00433E27"/>
    <w:rsid w:val="00441F72"/>
    <w:rsid w:val="00451048"/>
    <w:rsid w:val="004611A5"/>
    <w:rsid w:val="0046244D"/>
    <w:rsid w:val="00465EA6"/>
    <w:rsid w:val="00470F05"/>
    <w:rsid w:val="004733DD"/>
    <w:rsid w:val="00477F20"/>
    <w:rsid w:val="00480652"/>
    <w:rsid w:val="0048126F"/>
    <w:rsid w:val="00485547"/>
    <w:rsid w:val="00486BBB"/>
    <w:rsid w:val="0049479E"/>
    <w:rsid w:val="00495FCE"/>
    <w:rsid w:val="004979AC"/>
    <w:rsid w:val="004B4727"/>
    <w:rsid w:val="004B72DC"/>
    <w:rsid w:val="004C5C25"/>
    <w:rsid w:val="004D04D8"/>
    <w:rsid w:val="004E0965"/>
    <w:rsid w:val="004E2BB3"/>
    <w:rsid w:val="004F01CC"/>
    <w:rsid w:val="004F0BBB"/>
    <w:rsid w:val="004F344F"/>
    <w:rsid w:val="004F485A"/>
    <w:rsid w:val="00502DD1"/>
    <w:rsid w:val="00503132"/>
    <w:rsid w:val="0051440A"/>
    <w:rsid w:val="0051675E"/>
    <w:rsid w:val="005336EA"/>
    <w:rsid w:val="00535493"/>
    <w:rsid w:val="00535ECD"/>
    <w:rsid w:val="00536B86"/>
    <w:rsid w:val="005374C3"/>
    <w:rsid w:val="005462A5"/>
    <w:rsid w:val="005477C1"/>
    <w:rsid w:val="00554866"/>
    <w:rsid w:val="00565451"/>
    <w:rsid w:val="00565792"/>
    <w:rsid w:val="0056743B"/>
    <w:rsid w:val="005826C4"/>
    <w:rsid w:val="00584B16"/>
    <w:rsid w:val="00586848"/>
    <w:rsid w:val="00593382"/>
    <w:rsid w:val="005B3F17"/>
    <w:rsid w:val="005B7428"/>
    <w:rsid w:val="005D0AFC"/>
    <w:rsid w:val="005D6A5F"/>
    <w:rsid w:val="005D7710"/>
    <w:rsid w:val="00616CB7"/>
    <w:rsid w:val="00623990"/>
    <w:rsid w:val="006264B2"/>
    <w:rsid w:val="00631D2F"/>
    <w:rsid w:val="00635042"/>
    <w:rsid w:val="00642F2A"/>
    <w:rsid w:val="00653FEC"/>
    <w:rsid w:val="00684121"/>
    <w:rsid w:val="00685F7A"/>
    <w:rsid w:val="0069144D"/>
    <w:rsid w:val="00691FBE"/>
    <w:rsid w:val="00694C9D"/>
    <w:rsid w:val="006A70A0"/>
    <w:rsid w:val="006B13CB"/>
    <w:rsid w:val="006C362C"/>
    <w:rsid w:val="006C5765"/>
    <w:rsid w:val="006D39A8"/>
    <w:rsid w:val="006E05C8"/>
    <w:rsid w:val="006E4953"/>
    <w:rsid w:val="006E4C9E"/>
    <w:rsid w:val="006E56E3"/>
    <w:rsid w:val="006E5F4E"/>
    <w:rsid w:val="006F07E0"/>
    <w:rsid w:val="006F3353"/>
    <w:rsid w:val="006F631E"/>
    <w:rsid w:val="0070540F"/>
    <w:rsid w:val="00706817"/>
    <w:rsid w:val="00710024"/>
    <w:rsid w:val="00723572"/>
    <w:rsid w:val="00723D2C"/>
    <w:rsid w:val="007279B0"/>
    <w:rsid w:val="00727FFB"/>
    <w:rsid w:val="00730EEF"/>
    <w:rsid w:val="0073296D"/>
    <w:rsid w:val="00733929"/>
    <w:rsid w:val="00747C0A"/>
    <w:rsid w:val="00750518"/>
    <w:rsid w:val="00765534"/>
    <w:rsid w:val="00770FA6"/>
    <w:rsid w:val="007742C4"/>
    <w:rsid w:val="0078285D"/>
    <w:rsid w:val="007A6E7B"/>
    <w:rsid w:val="007C0223"/>
    <w:rsid w:val="007C09A3"/>
    <w:rsid w:val="007C6B08"/>
    <w:rsid w:val="007E0E94"/>
    <w:rsid w:val="007F48CC"/>
    <w:rsid w:val="00805CE8"/>
    <w:rsid w:val="0081470A"/>
    <w:rsid w:val="00814B1D"/>
    <w:rsid w:val="00821370"/>
    <w:rsid w:val="00826B95"/>
    <w:rsid w:val="0083377B"/>
    <w:rsid w:val="00834B3A"/>
    <w:rsid w:val="00846562"/>
    <w:rsid w:val="00850C98"/>
    <w:rsid w:val="00865E31"/>
    <w:rsid w:val="00870976"/>
    <w:rsid w:val="00874AE7"/>
    <w:rsid w:val="00894B1A"/>
    <w:rsid w:val="0089525E"/>
    <w:rsid w:val="008A154A"/>
    <w:rsid w:val="008B7152"/>
    <w:rsid w:val="008C5963"/>
    <w:rsid w:val="008E704C"/>
    <w:rsid w:val="00903E93"/>
    <w:rsid w:val="009052C7"/>
    <w:rsid w:val="00941C2A"/>
    <w:rsid w:val="00951D8A"/>
    <w:rsid w:val="00960D51"/>
    <w:rsid w:val="009625ED"/>
    <w:rsid w:val="009735C3"/>
    <w:rsid w:val="009741F5"/>
    <w:rsid w:val="009764AA"/>
    <w:rsid w:val="00977BDB"/>
    <w:rsid w:val="00980B2D"/>
    <w:rsid w:val="00981026"/>
    <w:rsid w:val="00981CBD"/>
    <w:rsid w:val="0098436E"/>
    <w:rsid w:val="00994860"/>
    <w:rsid w:val="00995107"/>
    <w:rsid w:val="00995FA2"/>
    <w:rsid w:val="00996D32"/>
    <w:rsid w:val="009A3ED2"/>
    <w:rsid w:val="009A41BE"/>
    <w:rsid w:val="009B7453"/>
    <w:rsid w:val="009C1807"/>
    <w:rsid w:val="009C2DF2"/>
    <w:rsid w:val="009D0964"/>
    <w:rsid w:val="009D59A1"/>
    <w:rsid w:val="009E4DF1"/>
    <w:rsid w:val="009E4F8B"/>
    <w:rsid w:val="009F476A"/>
    <w:rsid w:val="00A05BBB"/>
    <w:rsid w:val="00A13B1A"/>
    <w:rsid w:val="00A31698"/>
    <w:rsid w:val="00A33250"/>
    <w:rsid w:val="00A36A18"/>
    <w:rsid w:val="00A422E8"/>
    <w:rsid w:val="00A55869"/>
    <w:rsid w:val="00A60F58"/>
    <w:rsid w:val="00A8715C"/>
    <w:rsid w:val="00A9232C"/>
    <w:rsid w:val="00A94D49"/>
    <w:rsid w:val="00A95360"/>
    <w:rsid w:val="00AA3A6F"/>
    <w:rsid w:val="00AB1FB2"/>
    <w:rsid w:val="00AD6963"/>
    <w:rsid w:val="00AF49CC"/>
    <w:rsid w:val="00AF7B20"/>
    <w:rsid w:val="00B05D47"/>
    <w:rsid w:val="00B061C9"/>
    <w:rsid w:val="00B1156C"/>
    <w:rsid w:val="00B16995"/>
    <w:rsid w:val="00B32B83"/>
    <w:rsid w:val="00B33335"/>
    <w:rsid w:val="00B555D3"/>
    <w:rsid w:val="00B662B2"/>
    <w:rsid w:val="00B67DF7"/>
    <w:rsid w:val="00B766EC"/>
    <w:rsid w:val="00B825E6"/>
    <w:rsid w:val="00B90F6B"/>
    <w:rsid w:val="00B9257D"/>
    <w:rsid w:val="00BA7278"/>
    <w:rsid w:val="00BB7EC5"/>
    <w:rsid w:val="00BC5F26"/>
    <w:rsid w:val="00BC738B"/>
    <w:rsid w:val="00BD55EE"/>
    <w:rsid w:val="00BE48B0"/>
    <w:rsid w:val="00BF05E3"/>
    <w:rsid w:val="00C10562"/>
    <w:rsid w:val="00C14CB2"/>
    <w:rsid w:val="00C15B20"/>
    <w:rsid w:val="00C1691F"/>
    <w:rsid w:val="00C17463"/>
    <w:rsid w:val="00C27C1F"/>
    <w:rsid w:val="00C31F4C"/>
    <w:rsid w:val="00C3289A"/>
    <w:rsid w:val="00C427B0"/>
    <w:rsid w:val="00C42CF2"/>
    <w:rsid w:val="00C62944"/>
    <w:rsid w:val="00C661FF"/>
    <w:rsid w:val="00C6789A"/>
    <w:rsid w:val="00C761A3"/>
    <w:rsid w:val="00C80CB0"/>
    <w:rsid w:val="00C85D57"/>
    <w:rsid w:val="00C9467D"/>
    <w:rsid w:val="00C94A38"/>
    <w:rsid w:val="00CA737B"/>
    <w:rsid w:val="00CB4AB6"/>
    <w:rsid w:val="00CC78CB"/>
    <w:rsid w:val="00CD0CCE"/>
    <w:rsid w:val="00CD6EBE"/>
    <w:rsid w:val="00CE2B23"/>
    <w:rsid w:val="00CE3A6C"/>
    <w:rsid w:val="00CE6AAE"/>
    <w:rsid w:val="00CF2476"/>
    <w:rsid w:val="00D17DA2"/>
    <w:rsid w:val="00D25C8B"/>
    <w:rsid w:val="00D263CB"/>
    <w:rsid w:val="00D33E42"/>
    <w:rsid w:val="00D44D0D"/>
    <w:rsid w:val="00D4613A"/>
    <w:rsid w:val="00D61EDC"/>
    <w:rsid w:val="00D63148"/>
    <w:rsid w:val="00D6748C"/>
    <w:rsid w:val="00D72777"/>
    <w:rsid w:val="00D74EB0"/>
    <w:rsid w:val="00D7642E"/>
    <w:rsid w:val="00D818F0"/>
    <w:rsid w:val="00D829BA"/>
    <w:rsid w:val="00D96E4E"/>
    <w:rsid w:val="00D97043"/>
    <w:rsid w:val="00DA040A"/>
    <w:rsid w:val="00DB25F4"/>
    <w:rsid w:val="00DB686A"/>
    <w:rsid w:val="00DB6D55"/>
    <w:rsid w:val="00DC1D7C"/>
    <w:rsid w:val="00DC47D8"/>
    <w:rsid w:val="00DD4A4F"/>
    <w:rsid w:val="00DE4BB7"/>
    <w:rsid w:val="00DE5D8F"/>
    <w:rsid w:val="00DE60CE"/>
    <w:rsid w:val="00E03B78"/>
    <w:rsid w:val="00E13D74"/>
    <w:rsid w:val="00E27172"/>
    <w:rsid w:val="00E36BA1"/>
    <w:rsid w:val="00E36E1C"/>
    <w:rsid w:val="00E37000"/>
    <w:rsid w:val="00E37C76"/>
    <w:rsid w:val="00E41582"/>
    <w:rsid w:val="00E57E8B"/>
    <w:rsid w:val="00E70CD9"/>
    <w:rsid w:val="00E71C3D"/>
    <w:rsid w:val="00E739EA"/>
    <w:rsid w:val="00E879F5"/>
    <w:rsid w:val="00E92B77"/>
    <w:rsid w:val="00E95F6E"/>
    <w:rsid w:val="00EB01A0"/>
    <w:rsid w:val="00EC5EBD"/>
    <w:rsid w:val="00EC6950"/>
    <w:rsid w:val="00EC6C63"/>
    <w:rsid w:val="00EE0262"/>
    <w:rsid w:val="00EE1198"/>
    <w:rsid w:val="00EE327F"/>
    <w:rsid w:val="00EE6DAA"/>
    <w:rsid w:val="00EF0FF7"/>
    <w:rsid w:val="00EF7207"/>
    <w:rsid w:val="00F00667"/>
    <w:rsid w:val="00F02CBF"/>
    <w:rsid w:val="00F048D9"/>
    <w:rsid w:val="00F04B71"/>
    <w:rsid w:val="00F06E5B"/>
    <w:rsid w:val="00F1223E"/>
    <w:rsid w:val="00F125B4"/>
    <w:rsid w:val="00F231B1"/>
    <w:rsid w:val="00F31F68"/>
    <w:rsid w:val="00F411ED"/>
    <w:rsid w:val="00F41DC3"/>
    <w:rsid w:val="00F43723"/>
    <w:rsid w:val="00F454F2"/>
    <w:rsid w:val="00F51EB3"/>
    <w:rsid w:val="00F521DD"/>
    <w:rsid w:val="00F5571E"/>
    <w:rsid w:val="00F565EC"/>
    <w:rsid w:val="00F57A92"/>
    <w:rsid w:val="00F6257B"/>
    <w:rsid w:val="00F707EC"/>
    <w:rsid w:val="00F75B67"/>
    <w:rsid w:val="00F85EA3"/>
    <w:rsid w:val="00F85EB5"/>
    <w:rsid w:val="00F92168"/>
    <w:rsid w:val="00F9343C"/>
    <w:rsid w:val="00F97B1D"/>
    <w:rsid w:val="00FA0095"/>
    <w:rsid w:val="00FB30ED"/>
    <w:rsid w:val="00FC25A6"/>
    <w:rsid w:val="00FD0503"/>
    <w:rsid w:val="00FD1255"/>
    <w:rsid w:val="00FD14CE"/>
    <w:rsid w:val="00FD302B"/>
    <w:rsid w:val="00FD472F"/>
    <w:rsid w:val="00FD69B3"/>
    <w:rsid w:val="00FE280A"/>
    <w:rsid w:val="00FE74DE"/>
    <w:rsid w:val="00FF074F"/>
    <w:rsid w:val="032C692E"/>
    <w:rsid w:val="039C8C7A"/>
    <w:rsid w:val="08F7BDEF"/>
    <w:rsid w:val="0CC8A488"/>
    <w:rsid w:val="0DC7C1D8"/>
    <w:rsid w:val="0E6F1BD5"/>
    <w:rsid w:val="10F12F8B"/>
    <w:rsid w:val="13A30300"/>
    <w:rsid w:val="16821B40"/>
    <w:rsid w:val="1815FE1B"/>
    <w:rsid w:val="19B1CE7C"/>
    <w:rsid w:val="19B9BC02"/>
    <w:rsid w:val="1A0F9E87"/>
    <w:rsid w:val="1CF15CC4"/>
    <w:rsid w:val="1EDDAEA7"/>
    <w:rsid w:val="1F5FDA35"/>
    <w:rsid w:val="200FD529"/>
    <w:rsid w:val="2553AF4C"/>
    <w:rsid w:val="25CF1BB9"/>
    <w:rsid w:val="297386BD"/>
    <w:rsid w:val="2AA28CDC"/>
    <w:rsid w:val="2C3E5D3D"/>
    <w:rsid w:val="2DDA2D9E"/>
    <w:rsid w:val="300C3474"/>
    <w:rsid w:val="34259FD9"/>
    <w:rsid w:val="3514DC26"/>
    <w:rsid w:val="35E53F83"/>
    <w:rsid w:val="3924A5AA"/>
    <w:rsid w:val="3924CDCB"/>
    <w:rsid w:val="3DF83EEE"/>
    <w:rsid w:val="48DD9A04"/>
    <w:rsid w:val="491E0117"/>
    <w:rsid w:val="493AF195"/>
    <w:rsid w:val="4BD436B4"/>
    <w:rsid w:val="4BE5B3F5"/>
    <w:rsid w:val="4E8A6C51"/>
    <w:rsid w:val="5084CDAF"/>
    <w:rsid w:val="5379D5C7"/>
    <w:rsid w:val="571BFD74"/>
    <w:rsid w:val="575F453D"/>
    <w:rsid w:val="5D6350B7"/>
    <w:rsid w:val="600DD359"/>
    <w:rsid w:val="60772230"/>
    <w:rsid w:val="60AEC27D"/>
    <w:rsid w:val="6229B620"/>
    <w:rsid w:val="62EFFA55"/>
    <w:rsid w:val="63AEC2F2"/>
    <w:rsid w:val="67C4086B"/>
    <w:rsid w:val="69CB8E7E"/>
    <w:rsid w:val="6B30E901"/>
    <w:rsid w:val="6BDC557D"/>
    <w:rsid w:val="6E36C5D2"/>
    <w:rsid w:val="725D1FA1"/>
    <w:rsid w:val="753C6CDF"/>
    <w:rsid w:val="7991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ec8c00,#c00,red,#f60"/>
    </o:shapedefaults>
    <o:shapelayout v:ext="edit">
      <o:idmap v:ext="edit" data="2"/>
    </o:shapelayout>
  </w:shapeDefaults>
  <w:decimalSymbol w:val="."/>
  <w:listSeparator w:val=","/>
  <w14:docId w14:val="075E5A27"/>
  <w15:docId w15:val="{6FC570A0-873F-485B-B20B-A06561DD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6E4E"/>
    <w:rPr>
      <w:sz w:val="24"/>
      <w:szCs w:val="24"/>
    </w:rPr>
  </w:style>
  <w:style w:type="paragraph" w:styleId="Heading1">
    <w:name w:val="heading 1"/>
    <w:basedOn w:val="Normal"/>
    <w:next w:val="Normal"/>
    <w:qFormat/>
    <w:rsid w:val="00C85D57"/>
    <w:pPr>
      <w:keepNext/>
      <w:suppressAutoHyphens/>
      <w:jc w:val="center"/>
      <w:outlineLvl w:val="0"/>
    </w:pPr>
    <w:rPr>
      <w:rFonts w:ascii="Univers" w:hAnsi="Univers"/>
      <w:b/>
      <w:sz w:val="32"/>
    </w:rPr>
  </w:style>
  <w:style w:type="paragraph" w:styleId="Heading2">
    <w:name w:val="heading 2"/>
    <w:basedOn w:val="Normal"/>
    <w:next w:val="Normal"/>
    <w:qFormat/>
    <w:rsid w:val="00C85D57"/>
    <w:pPr>
      <w:keepNext/>
      <w:tabs>
        <w:tab w:val="center" w:pos="5400"/>
      </w:tabs>
      <w:suppressAutoHyphens/>
      <w:jc w:val="center"/>
      <w:outlineLvl w:val="1"/>
    </w:pPr>
    <w:rPr>
      <w:rFonts w:ascii="Univers" w:hAnsi="Univers"/>
      <w:b/>
      <w:spacing w:val="-2"/>
      <w:sz w:val="20"/>
    </w:rPr>
  </w:style>
  <w:style w:type="paragraph" w:styleId="Heading3">
    <w:name w:val="heading 3"/>
    <w:basedOn w:val="Normal"/>
    <w:next w:val="Normal"/>
    <w:qFormat/>
    <w:rsid w:val="00C85D57"/>
    <w:pPr>
      <w:keepNext/>
      <w:tabs>
        <w:tab w:val="center" w:pos="4680"/>
      </w:tabs>
      <w:suppressAutoHyphens/>
      <w:jc w:val="center"/>
      <w:outlineLvl w:val="2"/>
    </w:pPr>
    <w:rPr>
      <w:rFonts w:ascii="Univers" w:hAnsi="Univers"/>
      <w:b/>
      <w:i/>
      <w:sz w:val="32"/>
    </w:rPr>
  </w:style>
  <w:style w:type="paragraph" w:styleId="Heading4">
    <w:name w:val="heading 4"/>
    <w:basedOn w:val="Normal"/>
    <w:next w:val="Normal"/>
    <w:qFormat/>
    <w:rsid w:val="00C85D57"/>
    <w:pPr>
      <w:keepNext/>
      <w:outlineLvl w:val="3"/>
    </w:pPr>
    <w:rPr>
      <w:b/>
      <w:sz w:val="18"/>
    </w:rPr>
  </w:style>
  <w:style w:type="paragraph" w:styleId="Heading5">
    <w:name w:val="heading 5"/>
    <w:basedOn w:val="Normal"/>
    <w:next w:val="Normal"/>
    <w:qFormat/>
    <w:rsid w:val="00C85D57"/>
    <w:pPr>
      <w:keepNext/>
      <w:tabs>
        <w:tab w:val="left" w:pos="-720"/>
        <w:tab w:val="left" w:pos="0"/>
        <w:tab w:val="left" w:pos="720"/>
      </w:tabs>
      <w:suppressAutoHyphens/>
      <w:jc w:val="center"/>
      <w:outlineLvl w:val="4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85D57"/>
  </w:style>
  <w:style w:type="character" w:styleId="EndnoteReference">
    <w:name w:val="endnote reference"/>
    <w:basedOn w:val="DefaultParagraphFont"/>
    <w:semiHidden/>
    <w:rsid w:val="00C85D57"/>
    <w:rPr>
      <w:vertAlign w:val="superscript"/>
    </w:rPr>
  </w:style>
  <w:style w:type="paragraph" w:styleId="FootnoteText">
    <w:name w:val="footnote text"/>
    <w:basedOn w:val="Normal"/>
    <w:semiHidden/>
    <w:rsid w:val="00C85D57"/>
  </w:style>
  <w:style w:type="character" w:styleId="FootnoteReference">
    <w:name w:val="footnote reference"/>
    <w:basedOn w:val="DefaultParagraphFont"/>
    <w:semiHidden/>
    <w:rsid w:val="00C85D57"/>
    <w:rPr>
      <w:vertAlign w:val="superscript"/>
    </w:rPr>
  </w:style>
  <w:style w:type="paragraph" w:styleId="TOC1">
    <w:name w:val="toc 1"/>
    <w:basedOn w:val="Normal"/>
    <w:next w:val="Normal"/>
    <w:semiHidden/>
    <w:rsid w:val="00C85D5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85D5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85D5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85D5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85D5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85D5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85D5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85D5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85D5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85D5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85D5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85D5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85D57"/>
  </w:style>
  <w:style w:type="character" w:customStyle="1" w:styleId="EquationCaption">
    <w:name w:val="_Equation Caption"/>
    <w:rsid w:val="00C85D57"/>
  </w:style>
  <w:style w:type="paragraph" w:styleId="Footer">
    <w:name w:val="footer"/>
    <w:basedOn w:val="Normal"/>
    <w:link w:val="FooterChar"/>
    <w:uiPriority w:val="99"/>
    <w:rsid w:val="00C85D5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85D57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85D57"/>
    <w:pPr>
      <w:jc w:val="center"/>
    </w:pPr>
    <w:rPr>
      <w:b/>
      <w:sz w:val="48"/>
    </w:rPr>
  </w:style>
  <w:style w:type="paragraph" w:styleId="BodyTextIndent2">
    <w:name w:val="Body Text Indent 2"/>
    <w:basedOn w:val="Normal"/>
    <w:rsid w:val="00C85D57"/>
    <w:pPr>
      <w:tabs>
        <w:tab w:val="left" w:pos="-720"/>
      </w:tabs>
      <w:suppressAutoHyphens/>
      <w:ind w:left="720" w:hanging="720"/>
    </w:pPr>
    <w:rPr>
      <w:rFonts w:ascii="Univers" w:hAnsi="Univers"/>
      <w:b/>
      <w:sz w:val="20"/>
    </w:rPr>
  </w:style>
  <w:style w:type="paragraph" w:styleId="BodyTextIndent3">
    <w:name w:val="Body Text Indent 3"/>
    <w:basedOn w:val="Normal"/>
    <w:rsid w:val="00C85D57"/>
    <w:pPr>
      <w:ind w:left="1440" w:hanging="1440"/>
    </w:pPr>
    <w:rPr>
      <w:rFonts w:ascii="Univers" w:hAnsi="Univers"/>
      <w:sz w:val="20"/>
    </w:rPr>
  </w:style>
  <w:style w:type="paragraph" w:customStyle="1" w:styleId="Document1">
    <w:name w:val="Document 1"/>
    <w:rsid w:val="00C85D57"/>
    <w:pPr>
      <w:keepNext/>
      <w:keepLines/>
      <w:tabs>
        <w:tab w:val="left" w:pos="-720"/>
      </w:tabs>
      <w:suppressAutoHyphens/>
    </w:pPr>
    <w:rPr>
      <w:rFonts w:ascii="Univers" w:hAnsi="Univers"/>
    </w:rPr>
  </w:style>
  <w:style w:type="paragraph" w:styleId="BodyText">
    <w:name w:val="Body Text"/>
    <w:basedOn w:val="Normal"/>
    <w:rsid w:val="00C85D57"/>
    <w:pPr>
      <w:suppressAutoHyphens/>
    </w:pPr>
    <w:rPr>
      <w:rFonts w:ascii="Univers" w:hAnsi="Univers"/>
      <w:b/>
    </w:rPr>
  </w:style>
  <w:style w:type="paragraph" w:styleId="BodyText2">
    <w:name w:val="Body Text 2"/>
    <w:basedOn w:val="Normal"/>
    <w:rsid w:val="00C85D57"/>
    <w:pPr>
      <w:suppressAutoHyphens/>
    </w:pPr>
    <w:rPr>
      <w:rFonts w:ascii="Univers" w:hAnsi="Univers"/>
      <w:b/>
      <w:sz w:val="20"/>
    </w:rPr>
  </w:style>
  <w:style w:type="paragraph" w:styleId="BodyTextIndent">
    <w:name w:val="Body Text Indent"/>
    <w:basedOn w:val="Normal"/>
    <w:rsid w:val="00C85D57"/>
    <w:pPr>
      <w:tabs>
        <w:tab w:val="left" w:pos="432"/>
      </w:tabs>
      <w:spacing w:line="180" w:lineRule="exact"/>
      <w:ind w:left="864" w:hanging="432"/>
    </w:pPr>
    <w:rPr>
      <w:sz w:val="14"/>
    </w:rPr>
  </w:style>
  <w:style w:type="character" w:styleId="Hyperlink">
    <w:name w:val="Hyperlink"/>
    <w:basedOn w:val="DefaultParagraphFont"/>
    <w:rsid w:val="00C85D57"/>
    <w:rPr>
      <w:color w:val="0000FF"/>
      <w:u w:val="single"/>
    </w:rPr>
  </w:style>
  <w:style w:type="character" w:styleId="PageNumber">
    <w:name w:val="page number"/>
    <w:basedOn w:val="DefaultParagraphFont"/>
    <w:rsid w:val="00C85D57"/>
  </w:style>
  <w:style w:type="paragraph" w:styleId="BodyText3">
    <w:name w:val="Body Text 3"/>
    <w:basedOn w:val="Normal"/>
    <w:rsid w:val="00C85D57"/>
    <w:pPr>
      <w:suppressAutoHyphens/>
    </w:pPr>
    <w:rPr>
      <w:rFonts w:ascii="Univers" w:hAnsi="Univers"/>
      <w:b/>
      <w:color w:val="0000FF"/>
    </w:rPr>
  </w:style>
  <w:style w:type="paragraph" w:styleId="BalloonText">
    <w:name w:val="Balloon Text"/>
    <w:basedOn w:val="Normal"/>
    <w:semiHidden/>
    <w:rsid w:val="00C85D5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C85D57"/>
    <w:rPr>
      <w:color w:val="800080"/>
      <w:u w:val="single"/>
    </w:rPr>
  </w:style>
  <w:style w:type="paragraph" w:styleId="DocumentMap">
    <w:name w:val="Document Map"/>
    <w:basedOn w:val="Normal"/>
    <w:semiHidden/>
    <w:rsid w:val="00C85D57"/>
    <w:pPr>
      <w:shd w:val="clear" w:color="auto" w:fill="000080"/>
    </w:pPr>
    <w:rPr>
      <w:rFonts w:ascii="Tahoma" w:hAnsi="Tahoma"/>
      <w:sz w:val="20"/>
    </w:rPr>
  </w:style>
  <w:style w:type="paragraph" w:styleId="BlockText">
    <w:name w:val="Block Text"/>
    <w:basedOn w:val="Normal"/>
    <w:rsid w:val="00CE3A6C"/>
    <w:pPr>
      <w:suppressAutoHyphens/>
      <w:ind w:left="720" w:right="720"/>
      <w:jc w:val="both"/>
    </w:pPr>
    <w:rPr>
      <w:rFonts w:ascii="Univers" w:hAnsi="Univers"/>
      <w:spacing w:val="-2"/>
      <w:sz w:val="20"/>
    </w:rPr>
  </w:style>
  <w:style w:type="paragraph" w:styleId="Subtitle">
    <w:name w:val="Subtitle"/>
    <w:basedOn w:val="Normal"/>
    <w:qFormat/>
    <w:rsid w:val="00CE3A6C"/>
    <w:pPr>
      <w:jc w:val="center"/>
    </w:pPr>
  </w:style>
  <w:style w:type="table" w:styleId="TableGrid">
    <w:name w:val="Table Grid"/>
    <w:basedOn w:val="TableNormal"/>
    <w:rsid w:val="00326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E37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37C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7C76"/>
  </w:style>
  <w:style w:type="paragraph" w:styleId="CommentSubject">
    <w:name w:val="annotation subject"/>
    <w:basedOn w:val="CommentText"/>
    <w:next w:val="CommentText"/>
    <w:link w:val="CommentSubjectChar"/>
    <w:rsid w:val="00E37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7C76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94D49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5E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5848"/>
    <w:rPr>
      <w:sz w:val="24"/>
      <w:szCs w:val="24"/>
    </w:rPr>
  </w:style>
  <w:style w:type="paragraph" w:customStyle="1" w:styleId="paragraph">
    <w:name w:val="paragraph"/>
    <w:basedOn w:val="Normal"/>
    <w:rsid w:val="000D2790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0D2790"/>
  </w:style>
  <w:style w:type="character" w:customStyle="1" w:styleId="eop">
    <w:name w:val="eop"/>
    <w:basedOn w:val="DefaultParagraphFont"/>
    <w:rsid w:val="000D2790"/>
  </w:style>
  <w:style w:type="character" w:customStyle="1" w:styleId="advancedproofingissue">
    <w:name w:val="advancedproofingissue"/>
    <w:basedOn w:val="DefaultParagraphFont"/>
    <w:rsid w:val="000D2790"/>
  </w:style>
  <w:style w:type="character" w:styleId="UnresolvedMention">
    <w:name w:val="Unresolved Mention"/>
    <w:basedOn w:val="DefaultParagraphFont"/>
    <w:uiPriority w:val="99"/>
    <w:semiHidden/>
    <w:unhideWhenUsed/>
    <w:rsid w:val="00D33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2.xml"/><Relationship Id="rId18" Type="http://schemas.openxmlformats.org/officeDocument/2006/relationships/image" Target="media/image5.png"/><Relationship Id="rId26" Type="http://schemas.openxmlformats.org/officeDocument/2006/relationships/customXml" Target="ink/ink9.xml"/><Relationship Id="rId3" Type="http://schemas.openxmlformats.org/officeDocument/2006/relationships/customXml" Target="../customXml/item3.xml"/><Relationship Id="rId21" Type="http://schemas.openxmlformats.org/officeDocument/2006/relationships/customXml" Target="ink/ink6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ustomXml" Target="ink/ink4.xml"/><Relationship Id="rId25" Type="http://schemas.openxmlformats.org/officeDocument/2006/relationships/image" Target="media/image8.png"/><Relationship Id="rId33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24" Type="http://schemas.openxmlformats.org/officeDocument/2006/relationships/customXml" Target="ink/ink8.xml"/><Relationship Id="rId32" Type="http://schemas.openxmlformats.org/officeDocument/2006/relationships/hyperlink" Target="mailto:pblack@youthfirstinc.org" TargetMode="External"/><Relationship Id="rId5" Type="http://schemas.openxmlformats.org/officeDocument/2006/relationships/numbering" Target="numbering.xml"/><Relationship Id="rId15" Type="http://schemas.openxmlformats.org/officeDocument/2006/relationships/customXml" Target="ink/ink3.xml"/><Relationship Id="rId23" Type="http://schemas.openxmlformats.org/officeDocument/2006/relationships/customXml" Target="ink/ink7.xml"/><Relationship Id="rId28" Type="http://schemas.openxmlformats.org/officeDocument/2006/relationships/customXml" Target="ink/ink10.xml"/><Relationship Id="rId10" Type="http://schemas.openxmlformats.org/officeDocument/2006/relationships/endnotes" Target="endnotes.xml"/><Relationship Id="rId19" Type="http://schemas.openxmlformats.org/officeDocument/2006/relationships/customXml" Target="ink/ink5.xml"/><Relationship Id="rId31" Type="http://schemas.openxmlformats.org/officeDocument/2006/relationships/customXml" Target="ink/ink1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customXml" Target="ink/ink1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KENLEY\Local%20Settings\Temporary%20Internet%20Files\OLK14\MBE%20%20WBE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2:20.18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24575,'0'0'-8191</inkml:trace>
  <inkml:trace contextRef="#ctx0" brushRef="#br0" timeOffset="1989.04">11 0 24575,'1'0'0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4:34:27.50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24575,'0'0'-8191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4:34:22.07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24575,'0'0'-8191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4:34:18.13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1:36.533"/>
    </inkml:context>
    <inkml:brush xml:id="br0">
      <inkml:brushProperty name="width" value="0.1" units="cm"/>
      <inkml:brushProperty name="height" value="0.1" units="cm"/>
    </inkml:brush>
    <inkml:brush xml:id="br1">
      <inkml:brushProperty name="width" value="0.035" units="cm"/>
      <inkml:brushProperty name="height" value="0.035" units="cm"/>
    </inkml:brush>
  </inkml:definitions>
  <inkml:trace contextRef="#ctx0" brushRef="#br0">102 120 24575,'0'0'-8191</inkml:trace>
  <inkml:trace contextRef="#ctx0" brushRef="#br0" timeOffset="1875.76">102 51 24575,'0'0'-8191</inkml:trace>
  <inkml:trace contextRef="#ctx0" brushRef="#br0" timeOffset="5294.1">145 61 24575,'0'0'-8191</inkml:trace>
  <inkml:trace contextRef="#ctx0" brushRef="#br0" timeOffset="6211.52">145 102 24575,'0'0'-8191</inkml:trace>
  <inkml:trace contextRef="#ctx0" brushRef="#br0" timeOffset="7251.67">145 146 24575,'0'0'-8191</inkml:trace>
  <inkml:trace contextRef="#ctx0" brushRef="#br1" timeOffset="18457.12">61 18 24575,'-3'0'0,"-3"0"0,-1 0 0,1-1 0,-1-1 0,-1-2 0,2 0 0,2-3 0</inkml:trace>
  <inkml:trace contextRef="#ctx0" brushRef="#br1" timeOffset="19654.3">10 43 24575,'0'0'-8191</inkml:trace>
  <inkml:trace contextRef="#ctx0" brushRef="#br1" timeOffset="21608.02">10 35 24575,'0'0'-8191</inkml:trace>
  <inkml:trace contextRef="#ctx0" brushRef="#br1" timeOffset="22583.3">27 128 24575,'0'0'-8191</inkml:trace>
  <inkml:trace contextRef="#ctx0" brushRef="#br1" timeOffset="24665.1">0 120 24575,'0'0'-8191</inkml:trace>
  <inkml:trace contextRef="#ctx0" brushRef="#br1" timeOffset="25951.33">0 139 24575,'0'1'0</inkml:trace>
  <inkml:trace contextRef="#ctx0" brushRef="#br1" timeOffset="26854.45">0 146 24575,'0'0'-8191</inkml:trace>
  <inkml:trace contextRef="#ctx0" brushRef="#br1" timeOffset="28686.64">10 162 24575,'0'0'-8191</inkml:trace>
  <inkml:trace contextRef="#ctx0" brushRef="#br1" timeOffset="29480.89">10 162 24575,'0'0'-8191</inkml:trace>
  <inkml:trace contextRef="#ctx0" brushRef="#br1" timeOffset="31715.05">10 162 24575,'0'0'-8191</inkml:trace>
  <inkml:trace contextRef="#ctx0" brushRef="#br1" timeOffset="33159.24">0 171 24575,'0'0'-8191</inkml:trace>
  <inkml:trace contextRef="#ctx0" brushRef="#br1" timeOffset="34080.24">17 171 24575</inkml:trace>
  <inkml:trace contextRef="#ctx0" brushRef="#br1" timeOffset="34857.53">42 179 24575</inkml:trace>
  <inkml:trace contextRef="#ctx0" brushRef="#br1" timeOffset="37501.4">69 171 24575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1:46.91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1:30.58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112 11 24575,'-2'0'0,"0"1"0,0-1 0,0 1 0,0 0 0,0-1 0,0 1 0,0 0 0,0 0 0,0 0 0,1 1 0,-1-1 0,0 0 0,-1 2 0,3-3 0,-1 1 0,0-1 0,1 0 0,-1 1 0,1-1 0,-1 0 0,1 1 0,-1-1 0,1 1 0,0-1 0,-1 1 0,1-1 0,-1 1 0,1-1 0,0 1 0,-1-1 0,1 1 0,0-1 0,0 1 0,0 0 0,-1-1 0,1 1 0,0 0 0,0-1 0,0 1 0,0-1 0,0 1 0,0 0 0,0-1 0,0 1 0,0 0 0,2 0 0,-1-1 0,0 1 0,0-1 0,0 1 0,0 0 0,0 0 0,0-1 0,0 1 0,0 0 0,0 0 0,0 0 0,0 0 0,0 0 0,-1 0 0,1 0 0,0 1 0,-1-1 0,1 0 0,-1 0 0,1 0 0,-1 1 0,0-1 0,1 0 0,-1 1 0,0-1 0,0 0 0,0 0 0,0 2 0,0-2 0,-1 0 0,1 0 0,0 0 0,0-1 0,-1 1 0,1 0 0,-1 0 0,1 0 0,-1-1 0,1 1 0,-1 0 0,1-1 0,-1 1 0,0 0 0,1-1 0,-1 1 0,0-1 0,0 1 0,1-1 0,-1 0 0,0 1 0,0-1 0,0 0 0,1 1 0,-1-1 0,0 0 0,0 0 0,0 0 0,0 1 0,0-1 0,0 0 0,1-1 0,-1 1 0,0 0 0,0 0 0,0 0 0,0 0 0,0-1 0,1 1 0,-3-1 0,2 1 0,0-1 0,1 1 0,-1-1 0,0 1 0,0-1 0,0 1 0,0-1 0,0 0 0,0 1 0,1-1 0,-1 0 0,0 0 0,1 1 0,-1-1 0,1 0 0,-1 0 0,1 0 0,-1 0 0,1 0 0,-1 0 0,1 0 0,0 0 0,0 0 0,-1 0 0,1 0 0,0 0 0,0 0 0,0 0 0,0 0 0,0 0 0,0-1 0,1 1 0,-1 0 0,0 0 0,0 0 0,1 0 0,-1 0 0,1 0 0,-1 1 0,1-1 0,-1 0 0,1 0 0,-1 0 0,1 0 0,0 0 0,0 1 0,-1-1 0,1 0 0,0 1 0,0-1 0,1 0 0,-2 0 0,1 0 0,0 1 0,-1-1 0,1 0 0,0 1 0,-1-1 0,1 0 0,0 1 0,0-1 0,0 1 0,0-1 0,0 1 0,0 0 0,-1-1 0,1 1 0,0 0 0,0-1 0,0 1 0,0 0 0,0 0 0,0 0 0,0 0 0,0 0 0,0 0 0,0 0 0,0 1 0,0-1 0,0 0 0,0 0 0,0 1 0,0-1 0,0 1 0,0-1 0,0 1 0,-1-1 0,1 1 0,0-1 0,0 1 0,-1 0 0,1-1 0,0 1 0,-1 0 0,1 0 0,0 0 0,-1-1 0,1 1 0,-1 0 0,0 0 0,1 0 0,-1 0 0,0 0 0,1 0 0,-1 0 0,0 0 0,0 0 0,0 0 0,0 0 0,0 0 0,0 0 0,0 1 0,0-1 0,-1 1 0,1-1 0,0 0 0,0 1 0,-1-1 0,1 0 0,-1 0 0,1 1 0,-1-1 0,0 0 0,1 0 0,-1 0 0,0 0 0,0 0 0,0 0 0,1 0 0,-1 0 0,0 0 0,0 0 0,-1-1 0,1 1 0,0 0 0,0-1 0,0 1 0,0-1 0,-1 1 0,1-1 0,0 1 0,0-1 0,-1 0 0,1 0 0,0 0 0,-1 0 0,1 0 0,0 0 0,-1 0 0,-1 0 0,-1 0 0,0 0 0,1 0 0,-1 0 0,0 0 0,1-1 0,-1 1 0,0-1 0,1 0 0,-1 0 0,1 0 0,-1-1 0,1 1 0,-4-3 0,5 2 0,1 0 0,0-1 0,-1 1 0,1 0 0,0-1 0,0 1 0,0-1 0,1 1 0,-1-1 0,1 0 0,-1 1 0,1-1 0,0 0 0,0 1 0,0-1 0,0 0 0,1 1 0,0-6 0,-1 7 0,0 0 0,1 0 0,-1 0 0,0 0 0,0 0 0,0 0 0,1 0 0,-1 0 0,1 0 0,-1 0 0,1 1 0,-1-1 0,1 0 0,-1 0 0,1 0 0,0 0 0,-1 1 0,1-1 0,0 0 0,0 1 0,0-1 0,-1 1 0,1-1 0,0 1 0,0-1 0,0 1 0,0-1 0,0 1 0,0 0 0,0 0 0,0-1 0,0 1 0,0 0 0,0 0 0,0 0 0,0 0 0,0 0 0,0 0 0,0 1 0,0-1 0,0 0 0,0 0 0,0 1 0,0-1 0,0 1 0,0-1 0,0 0 0,1 2 0,-1-2 8,-1 0-1,1 1 0,-1-1 1,0 0-1,1 0 1,-1 1-1,0-1 1,1 0-1,-1 1 0,0-1 1,1 0-1,-1 1 1,0-1-1,1 0 0,-1 1 1,0-1-1,0 1 1,1-1-1,-1 0 0,0 1 1,0-1-1,0 1 1,0-1-1,0 1 0,0-1 1,0 1-1,0-1 1,0 1-1,0-1 1,0 1-1,0-1 0,0 0 1,0 1-1,0-1 1,0 1-1,0-1 0,-1 1 1,1-1-1,0 1 1,0-1-1,-1 0 0,1 1 1,-1 0-1,-12 11-840,12-12-25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4:24:52.391"/>
    </inkml:context>
    <inkml:brush xml:id="br0">
      <inkml:brushProperty name="width" value="0.03493" units="cm"/>
      <inkml:brushProperty name="height" value="0.03493" units="cm"/>
    </inkml:brush>
  </inkml:definitions>
  <inkml:trace contextRef="#ctx0" brushRef="#br0">0 103 24575,'0'-2'0,"0"-3"0,0-2 0,0-3 0,0-3 0,0-3 0,0-2 0,0 1 0,0 3-8191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3:09.78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171 18 24575,'-1'0'0,"-3"0"0,-1 0 0,-2-1 0,1-3 0,-2 1 0,-1-1 0,0 2 0,0 0 0,-1 1 0,0 0 0,-1 1 0,1 0 0,0 0 0,0 1 0,2-1-8191</inkml:trace>
  <inkml:trace contextRef="#ctx0" brushRef="#br0" timeOffset="1602.05">0 18 24575,'0'0'-8191</inkml:trace>
  <inkml:trace contextRef="#ctx0" brushRef="#br0" timeOffset="3973.01">93 18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2:57.291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0 24575,'0'0'-8191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5:42:47.86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44 43 24575,'0'0'-8191</inkml:trace>
  <inkml:trace contextRef="#ctx0" brushRef="#br0" timeOffset="1095.73">70 93 24575</inkml:trace>
  <inkml:trace contextRef="#ctx0" brushRef="#br0" timeOffset="2959.1">19 93 24575</inkml:trace>
  <inkml:trace contextRef="#ctx0" brushRef="#br0" timeOffset="3642.44">9 103 24575,'0'0'-8191</inkml:trace>
  <inkml:trace contextRef="#ctx0" brushRef="#br0" timeOffset="4468.12">1 16 24575,'0'0'-8191</inkml:trace>
  <inkml:trace contextRef="#ctx0" brushRef="#br0" timeOffset="5309.09">52 16 24575,'0'0'-8191</inkml:trace>
  <inkml:trace contextRef="#ctx0" brushRef="#br0" timeOffset="6409.08">96 0 24575,'0'0'-8191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3T04:34:37.142"/>
    </inkml:context>
    <inkml:brush xml:id="br0">
      <inkml:brushProperty name="width" value="0.02498" units="cm"/>
      <inkml:brushProperty name="height" value="0.02498" units="cm"/>
    </inkml:brush>
  </inkml:definitions>
  <inkml:trace contextRef="#ctx0" brushRef="#br0">1 175 24575,'0'0'-8191</inkml:trace>
  <inkml:trace contextRef="#ctx0" brushRef="#br0" timeOffset="964.32">5 1 24575,'0'0'-8191</inkml:trace>
  <inkml:trace contextRef="#ctx0" brushRef="#br0" timeOffset="2822.78">1 5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2BB5F73D00E4785D4958CC937B0E5" ma:contentTypeVersion="14" ma:contentTypeDescription="Create a new document." ma:contentTypeScope="" ma:versionID="89d287a1065cc1d87849f515b9917478">
  <xsd:schema xmlns:xsd="http://www.w3.org/2001/XMLSchema" xmlns:xs="http://www.w3.org/2001/XMLSchema" xmlns:p="http://schemas.microsoft.com/office/2006/metadata/properties" xmlns:ns2="aad210be-7396-4f24-9d75-ca1fa42e9b4a" xmlns:ns3="771038e7-8670-416b-a991-87fad8791dbd" targetNamespace="http://schemas.microsoft.com/office/2006/metadata/properties" ma:root="true" ma:fieldsID="e94d5651318363b688abc46656c8b2d4" ns2:_="" ns3:_="">
    <xsd:import namespace="aad210be-7396-4f24-9d75-ca1fa42e9b4a"/>
    <xsd:import namespace="771038e7-8670-416b-a991-87fad8791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210be-7396-4f24-9d75-ca1fa42e9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f984893-16a8-4fc5-8f0b-0c95e00234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038e7-8670-416b-a991-87fad8791d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aaa03eb-583d-4ebc-b5b4-4f9ffec705f3}" ma:internalName="TaxCatchAll" ma:showField="CatchAllData" ma:web="771038e7-8670-416b-a991-87fad8791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1038e7-8670-416b-a991-87fad8791dbd" xsi:nil="true"/>
    <lcf76f155ced4ddcb4097134ff3c332f xmlns="aad210be-7396-4f24-9d75-ca1fa42e9b4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953BD-AAC3-47B4-BF5A-4ED52DFD5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d210be-7396-4f24-9d75-ca1fa42e9b4a"/>
    <ds:schemaRef ds:uri="771038e7-8670-416b-a991-87fad8791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5E9F4-D1DB-441C-A22E-B1E4EE53A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261A5A-1A7D-4AD7-877D-A7C556CF653B}">
  <ds:schemaRefs>
    <ds:schemaRef ds:uri="aad210be-7396-4f24-9d75-ca1fa42e9b4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771038e7-8670-416b-a991-87fad8791dbd"/>
  </ds:schemaRefs>
</ds:datastoreItem>
</file>

<file path=customXml/itemProps4.xml><?xml version="1.0" encoding="utf-8"?>
<ds:datastoreItem xmlns:ds="http://schemas.openxmlformats.org/officeDocument/2006/customXml" ds:itemID="{D9B32C72-71FA-4820-A163-ED3318C9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MBE  WBE</Template>
  <TotalTime>1</TotalTime>
  <Pages>2</Pages>
  <Words>456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MBE/WBE SUBCONTRACTOR COMMITMENT FORM</vt:lpstr>
    </vt:vector>
  </TitlesOfParts>
  <Company>State of Indiana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MBE/WBE SUBCONTRACTOR COMMITMENT FORM</dc:title>
  <dc:creator>jhelmer</dc:creator>
  <cp:lastModifiedBy>Deaton, Teresa</cp:lastModifiedBy>
  <cp:revision>2</cp:revision>
  <cp:lastPrinted>2014-07-02T17:29:00Z</cp:lastPrinted>
  <dcterms:created xsi:type="dcterms:W3CDTF">2024-04-08T15:55:00Z</dcterms:created>
  <dcterms:modified xsi:type="dcterms:W3CDTF">2024-04-08T15:55:00Z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0x01010034F2BB5F73D00E4785D4958CC937B0E5</vt:lpwstr>
  </property>
  <property fmtid="{D5CDD505-2E9C-101B-9397-08002B2CF9AE}" pid="3" name="MediaServiceImageTags">
    <vt:lpwstr/>
  </property>
</Properties>
</file>